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15ADC2" w14:textId="77777777" w:rsidR="006E5D65" w:rsidRPr="00CA2C2D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="00D8678B" w:rsidRPr="00CA2C2D">
        <w:rPr>
          <w:rFonts w:ascii="Corbel" w:hAnsi="Corbel"/>
          <w:bCs/>
          <w:i/>
        </w:rPr>
        <w:t xml:space="preserve">Załącznik nr </w:t>
      </w:r>
      <w:r w:rsidR="006F31E2" w:rsidRPr="00CA2C2D">
        <w:rPr>
          <w:rFonts w:ascii="Corbel" w:hAnsi="Corbel"/>
          <w:bCs/>
          <w:i/>
        </w:rPr>
        <w:t>1.5</w:t>
      </w:r>
      <w:r w:rsidR="00D8678B" w:rsidRPr="00CA2C2D">
        <w:rPr>
          <w:rFonts w:ascii="Corbel" w:hAnsi="Corbel"/>
          <w:bCs/>
          <w:i/>
        </w:rPr>
        <w:t xml:space="preserve"> do Zarządzenia</w:t>
      </w:r>
      <w:r w:rsidR="002A22BF" w:rsidRPr="00CA2C2D">
        <w:rPr>
          <w:rFonts w:ascii="Corbel" w:hAnsi="Corbel"/>
          <w:bCs/>
          <w:i/>
        </w:rPr>
        <w:t xml:space="preserve"> Rektora UR </w:t>
      </w:r>
      <w:r w:rsidRPr="00CA2C2D">
        <w:rPr>
          <w:rFonts w:ascii="Corbel" w:hAnsi="Corbel"/>
          <w:bCs/>
          <w:i/>
        </w:rPr>
        <w:t xml:space="preserve"> nr </w:t>
      </w:r>
      <w:r w:rsidR="00F17567" w:rsidRPr="00CA2C2D">
        <w:rPr>
          <w:rFonts w:ascii="Corbel" w:hAnsi="Corbel"/>
          <w:bCs/>
          <w:i/>
        </w:rPr>
        <w:t>12/2019</w:t>
      </w:r>
    </w:p>
    <w:p w14:paraId="13B7A46D" w14:textId="77777777" w:rsidR="0085747A" w:rsidRPr="00CA2C2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A2C2D">
        <w:rPr>
          <w:rFonts w:ascii="Corbel" w:hAnsi="Corbel"/>
          <w:b/>
          <w:smallCaps/>
          <w:sz w:val="24"/>
          <w:szCs w:val="24"/>
        </w:rPr>
        <w:t>SYLABUS</w:t>
      </w:r>
    </w:p>
    <w:p w14:paraId="072B9EE0" w14:textId="4FAB78ED" w:rsidR="0085747A" w:rsidRPr="00CA2C2D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CA2C2D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A2C2D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109C0">
        <w:rPr>
          <w:rFonts w:ascii="Corbel" w:hAnsi="Corbel"/>
          <w:i/>
          <w:smallCaps/>
          <w:sz w:val="24"/>
          <w:szCs w:val="24"/>
        </w:rPr>
        <w:t>2019-2022</w:t>
      </w:r>
    </w:p>
    <w:p w14:paraId="368EA9D7" w14:textId="3ECDA907" w:rsidR="00445970" w:rsidRPr="00CA2C2D" w:rsidRDefault="004B4485" w:rsidP="00CA2C2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 202</w:t>
      </w:r>
      <w:r w:rsidR="004109C0">
        <w:rPr>
          <w:rFonts w:ascii="Corbel" w:hAnsi="Corbel"/>
          <w:sz w:val="20"/>
          <w:szCs w:val="20"/>
        </w:rPr>
        <w:t>1</w:t>
      </w:r>
      <w:r w:rsidR="00CA2C2D" w:rsidRPr="00CA2C2D">
        <w:rPr>
          <w:rFonts w:ascii="Corbel" w:hAnsi="Corbel"/>
          <w:sz w:val="20"/>
          <w:szCs w:val="20"/>
        </w:rPr>
        <w:t>/202</w:t>
      </w:r>
      <w:r w:rsidR="004109C0">
        <w:rPr>
          <w:rFonts w:ascii="Corbel" w:hAnsi="Corbel"/>
          <w:sz w:val="20"/>
          <w:szCs w:val="20"/>
        </w:rPr>
        <w:t>2</w:t>
      </w:r>
    </w:p>
    <w:p w14:paraId="1A166111" w14:textId="77777777" w:rsidR="0085747A" w:rsidRPr="00CA2C2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69959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A2C2D">
        <w:rPr>
          <w:rFonts w:ascii="Corbel" w:hAnsi="Corbel"/>
          <w:szCs w:val="24"/>
        </w:rPr>
        <w:t xml:space="preserve">1. </w:t>
      </w:r>
      <w:r w:rsidR="0085747A" w:rsidRPr="00CA2C2D">
        <w:rPr>
          <w:rFonts w:ascii="Corbel" w:hAnsi="Corbel"/>
          <w:szCs w:val="24"/>
        </w:rPr>
        <w:t xml:space="preserve">Podstawowe </w:t>
      </w:r>
      <w:r w:rsidR="00445970" w:rsidRPr="00CA2C2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A2C2D" w14:paraId="6E512085" w14:textId="77777777" w:rsidTr="12726018">
        <w:tc>
          <w:tcPr>
            <w:tcW w:w="2694" w:type="dxa"/>
            <w:vAlign w:val="center"/>
          </w:tcPr>
          <w:p w14:paraId="1785D2D0" w14:textId="77777777" w:rsidR="0085747A" w:rsidRPr="00CA2C2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F5231F" w14:textId="6316B4BC" w:rsidR="0085747A" w:rsidRPr="00CA2C2D" w:rsidRDefault="00CA2C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>Rachunkowość zarządcza</w:t>
            </w:r>
          </w:p>
        </w:tc>
      </w:tr>
      <w:tr w:rsidR="0085747A" w:rsidRPr="00CA2C2D" w14:paraId="09A11F75" w14:textId="77777777" w:rsidTr="12726018">
        <w:tc>
          <w:tcPr>
            <w:tcW w:w="2694" w:type="dxa"/>
            <w:vAlign w:val="center"/>
          </w:tcPr>
          <w:p w14:paraId="39597A5D" w14:textId="77777777" w:rsidR="0085747A" w:rsidRPr="00CA2C2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A2C2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8B818ED" w14:textId="1E7B85B5" w:rsidR="0085747A" w:rsidRPr="00CA2C2D" w:rsidRDefault="00CA2C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>E/I/EP/C-1.1a</w:t>
            </w:r>
          </w:p>
        </w:tc>
      </w:tr>
      <w:tr w:rsidR="0085747A" w:rsidRPr="00CA2C2D" w14:paraId="5721F30A" w14:textId="77777777" w:rsidTr="12726018">
        <w:tc>
          <w:tcPr>
            <w:tcW w:w="2694" w:type="dxa"/>
            <w:vAlign w:val="center"/>
          </w:tcPr>
          <w:p w14:paraId="05407970" w14:textId="77777777" w:rsidR="0085747A" w:rsidRPr="00CA2C2D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N</w:t>
            </w:r>
            <w:r w:rsidR="0085747A" w:rsidRPr="00CA2C2D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A2C2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57F7E6E" w14:textId="77777777" w:rsidR="0085747A" w:rsidRPr="00CA2C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C2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A2C2D" w14:paraId="335C804D" w14:textId="77777777" w:rsidTr="12726018">
        <w:tc>
          <w:tcPr>
            <w:tcW w:w="2694" w:type="dxa"/>
            <w:vAlign w:val="center"/>
          </w:tcPr>
          <w:p w14:paraId="4C759F7F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774B54F" w14:textId="365A9A42" w:rsidR="0085747A" w:rsidRPr="00CA2C2D" w:rsidRDefault="004B44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A2C2D" w14:paraId="2626FB64" w14:textId="77777777" w:rsidTr="12726018">
        <w:tc>
          <w:tcPr>
            <w:tcW w:w="2694" w:type="dxa"/>
            <w:vAlign w:val="center"/>
          </w:tcPr>
          <w:p w14:paraId="7EB2D353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6210B0" w14:textId="582ACC2D" w:rsidR="0085747A" w:rsidRPr="00CA2C2D" w:rsidRDefault="00CA2C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85747A" w:rsidRPr="00CA2C2D" w14:paraId="7E5CBD8D" w14:textId="77777777" w:rsidTr="12726018">
        <w:tc>
          <w:tcPr>
            <w:tcW w:w="2694" w:type="dxa"/>
            <w:vAlign w:val="center"/>
          </w:tcPr>
          <w:p w14:paraId="408701CC" w14:textId="77777777" w:rsidR="0085747A" w:rsidRPr="00CA2C2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65CBA1E" w14:textId="49EA0FBE" w:rsidR="0085747A" w:rsidRPr="00CA2C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C2D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B448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CA2C2D" w14:paraId="766A6EE4" w14:textId="77777777" w:rsidTr="12726018">
        <w:tc>
          <w:tcPr>
            <w:tcW w:w="2694" w:type="dxa"/>
            <w:vAlign w:val="center"/>
          </w:tcPr>
          <w:p w14:paraId="46E0D451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3DF846" w14:textId="77777777" w:rsidR="0085747A" w:rsidRPr="00CA2C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C2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CA2C2D" w14:paraId="2E939EE2" w14:textId="77777777" w:rsidTr="12726018">
        <w:tc>
          <w:tcPr>
            <w:tcW w:w="2694" w:type="dxa"/>
            <w:vAlign w:val="center"/>
          </w:tcPr>
          <w:p w14:paraId="6C2D1C62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9A6C9AD" w14:textId="20F20F3C" w:rsidR="0085747A" w:rsidRPr="00CA2C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C2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CA2C2D" w14:paraId="23FE5CDC" w14:textId="77777777" w:rsidTr="12726018">
        <w:tc>
          <w:tcPr>
            <w:tcW w:w="2694" w:type="dxa"/>
            <w:vAlign w:val="center"/>
          </w:tcPr>
          <w:p w14:paraId="7042FDF2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A2C2D">
              <w:rPr>
                <w:rFonts w:ascii="Corbel" w:hAnsi="Corbel"/>
                <w:sz w:val="24"/>
                <w:szCs w:val="24"/>
              </w:rPr>
              <w:t>/y</w:t>
            </w:r>
            <w:r w:rsidRPr="00CA2C2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150F72" w14:textId="49EC50AD" w:rsidR="0085747A" w:rsidRPr="00CA2C2D" w:rsidRDefault="00CA2C2D" w:rsidP="004B448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4B4485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A37C0D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CA2C2D" w14:paraId="61046058" w14:textId="77777777" w:rsidTr="12726018">
        <w:tc>
          <w:tcPr>
            <w:tcW w:w="2694" w:type="dxa"/>
            <w:vAlign w:val="center"/>
          </w:tcPr>
          <w:p w14:paraId="703D3298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CAE6C7" w14:textId="51860271" w:rsidR="0085747A" w:rsidRPr="00CA2C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C2D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CA2C2D" w14:paraId="0B011F92" w14:textId="77777777" w:rsidTr="12726018">
        <w:tc>
          <w:tcPr>
            <w:tcW w:w="2694" w:type="dxa"/>
            <w:vAlign w:val="center"/>
          </w:tcPr>
          <w:p w14:paraId="7FF0FA23" w14:textId="77777777" w:rsidR="00923D7D" w:rsidRPr="00CA2C2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AB91FAD" w14:textId="77777777" w:rsidR="00923D7D" w:rsidRPr="00CA2C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C2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A2C2D" w14:paraId="5BDF673E" w14:textId="77777777" w:rsidTr="12726018">
        <w:tc>
          <w:tcPr>
            <w:tcW w:w="2694" w:type="dxa"/>
            <w:vAlign w:val="center"/>
          </w:tcPr>
          <w:p w14:paraId="4524D0D9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06CE023" w14:textId="23E78D6E" w:rsidR="0085747A" w:rsidRPr="00CA2C2D" w:rsidRDefault="004B44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A2C2D">
              <w:rPr>
                <w:rFonts w:ascii="Corbel" w:hAnsi="Corbel"/>
                <w:b w:val="0"/>
                <w:sz w:val="24"/>
                <w:szCs w:val="24"/>
              </w:rPr>
              <w:t xml:space="preserve">r Ewelina Rabiej </w:t>
            </w:r>
          </w:p>
        </w:tc>
      </w:tr>
      <w:tr w:rsidR="0085747A" w:rsidRPr="00CA2C2D" w14:paraId="42E72789" w14:textId="77777777" w:rsidTr="12726018">
        <w:tc>
          <w:tcPr>
            <w:tcW w:w="2694" w:type="dxa"/>
            <w:vAlign w:val="center"/>
          </w:tcPr>
          <w:p w14:paraId="2488AF22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AB37DA0" w14:textId="21A560C8" w:rsidR="00CA2C2D" w:rsidRPr="00CA2C2D" w:rsidRDefault="004B4485" w:rsidP="004B448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1272601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A2C2D" w:rsidRPr="12726018">
              <w:rPr>
                <w:rFonts w:ascii="Corbel" w:hAnsi="Corbel"/>
                <w:b w:val="0"/>
                <w:sz w:val="24"/>
                <w:szCs w:val="24"/>
              </w:rPr>
              <w:t>r Ewelina Rabiej</w:t>
            </w:r>
            <w:r w:rsidRPr="12726018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CA2C2D" w:rsidRPr="1272601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1272601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A2C2D" w:rsidRPr="12726018">
              <w:rPr>
                <w:rFonts w:ascii="Corbel" w:hAnsi="Corbel"/>
                <w:b w:val="0"/>
                <w:sz w:val="24"/>
                <w:szCs w:val="24"/>
              </w:rPr>
              <w:t>r Wojciech Lichota</w:t>
            </w:r>
            <w:r w:rsidR="5A797201" w:rsidRPr="12726018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5A797201" w:rsidRPr="00765399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5A797201" w:rsidRPr="00765399">
              <w:rPr>
                <w:rFonts w:ascii="Corbel" w:eastAsia="Corbel" w:hAnsi="Corbel" w:cs="Corbel"/>
                <w:b w:val="0"/>
                <w:sz w:val="24"/>
                <w:szCs w:val="24"/>
              </w:rPr>
              <w:t>gr Justyna Chmiel</w:t>
            </w:r>
            <w:r w:rsidR="00CA2C2D" w:rsidRPr="1272601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38E48664" w14:textId="7B54BA4D" w:rsidR="0085747A" w:rsidRPr="00CA2C2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 xml:space="preserve">* </w:t>
      </w:r>
      <w:r w:rsidR="00B90885" w:rsidRPr="00CA2C2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A2C2D">
        <w:rPr>
          <w:rFonts w:ascii="Corbel" w:hAnsi="Corbel"/>
          <w:b w:val="0"/>
          <w:sz w:val="24"/>
          <w:szCs w:val="24"/>
        </w:rPr>
        <w:t>e,</w:t>
      </w:r>
      <w:r w:rsidR="002B39BB">
        <w:rPr>
          <w:rFonts w:ascii="Corbel" w:hAnsi="Corbel"/>
          <w:b w:val="0"/>
          <w:sz w:val="24"/>
          <w:szCs w:val="24"/>
        </w:rPr>
        <w:t xml:space="preserve"> </w:t>
      </w:r>
      <w:r w:rsidRPr="00CA2C2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A2C2D">
        <w:rPr>
          <w:rFonts w:ascii="Corbel" w:hAnsi="Corbel"/>
          <w:b w:val="0"/>
          <w:i/>
          <w:sz w:val="24"/>
          <w:szCs w:val="24"/>
        </w:rPr>
        <w:t>w Jednostce</w:t>
      </w:r>
    </w:p>
    <w:p w14:paraId="70A5CA6E" w14:textId="43A680BE" w:rsidR="0085747A" w:rsidRPr="00CA2C2D" w:rsidRDefault="00E71D09" w:rsidP="00E71D09">
      <w:pPr>
        <w:pStyle w:val="Podpunkty"/>
        <w:ind w:left="0" w:firstLine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 </w:t>
      </w:r>
      <w:r w:rsidR="0085747A" w:rsidRPr="00CA2C2D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353D9D2" w14:textId="77777777" w:rsidR="00923D7D" w:rsidRPr="00CA2C2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A2C2D" w14:paraId="3489861C" w14:textId="77777777" w:rsidTr="00CA2C2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0A81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Semestr</w:t>
            </w:r>
          </w:p>
          <w:p w14:paraId="1517E011" w14:textId="77777777" w:rsidR="00015B8F" w:rsidRPr="00CA2C2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(</w:t>
            </w:r>
            <w:r w:rsidR="00363F78" w:rsidRPr="00CA2C2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BA08D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B19CB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928AE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A944D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8068B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FE1A9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0B7BB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568A3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BF7AD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A2C2D">
              <w:rPr>
                <w:rFonts w:ascii="Corbel" w:hAnsi="Corbel"/>
                <w:b/>
                <w:szCs w:val="24"/>
              </w:rPr>
              <w:t>Liczba pkt</w:t>
            </w:r>
            <w:r w:rsidR="00B90885" w:rsidRPr="00CA2C2D">
              <w:rPr>
                <w:rFonts w:ascii="Corbel" w:hAnsi="Corbel"/>
                <w:b/>
                <w:szCs w:val="24"/>
              </w:rPr>
              <w:t>.</w:t>
            </w:r>
            <w:r w:rsidRPr="00CA2C2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A2C2D" w:rsidRPr="00CA2C2D" w14:paraId="1282FF61" w14:textId="77777777" w:rsidTr="00CA2C2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AA6FB" w14:textId="547D1F4F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4B79C" w14:textId="5F270B4A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4C001" w14:textId="77E8FDCE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6A227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7B06D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7FBA0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CDB2D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13F92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0A61F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1C442" w14:textId="405DC591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1B059FC" w14:textId="77777777" w:rsidR="00923D7D" w:rsidRPr="00CA2C2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5790BDD" w14:textId="77777777" w:rsidR="00923D7D" w:rsidRPr="00CA2C2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FC8E5BD" w14:textId="77777777" w:rsidR="0085747A" w:rsidRPr="00CA2C2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>1.</w:t>
      </w:r>
      <w:r w:rsidR="00E22FBC" w:rsidRPr="00CA2C2D">
        <w:rPr>
          <w:rFonts w:ascii="Corbel" w:hAnsi="Corbel"/>
          <w:smallCaps w:val="0"/>
          <w:szCs w:val="24"/>
        </w:rPr>
        <w:t>2</w:t>
      </w:r>
      <w:r w:rsidR="00F83B28" w:rsidRPr="00CA2C2D">
        <w:rPr>
          <w:rFonts w:ascii="Corbel" w:hAnsi="Corbel"/>
          <w:smallCaps w:val="0"/>
          <w:szCs w:val="24"/>
        </w:rPr>
        <w:t>.</w:t>
      </w:r>
      <w:r w:rsidR="00F83B28" w:rsidRPr="00CA2C2D">
        <w:rPr>
          <w:rFonts w:ascii="Corbel" w:hAnsi="Corbel"/>
          <w:smallCaps w:val="0"/>
          <w:szCs w:val="24"/>
        </w:rPr>
        <w:tab/>
      </w:r>
      <w:r w:rsidRPr="00CA2C2D">
        <w:rPr>
          <w:rFonts w:ascii="Corbel" w:hAnsi="Corbel"/>
          <w:smallCaps w:val="0"/>
          <w:szCs w:val="24"/>
        </w:rPr>
        <w:t xml:space="preserve">Sposób realizacji zajęć  </w:t>
      </w:r>
    </w:p>
    <w:p w14:paraId="5C54C714" w14:textId="174765D8" w:rsidR="007D249B" w:rsidRPr="00FD7701" w:rsidRDefault="007D249B" w:rsidP="007D249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</w:t>
      </w:r>
    </w:p>
    <w:p w14:paraId="3B6622E8" w14:textId="77777777" w:rsidR="007D249B" w:rsidRPr="00FD7701" w:rsidRDefault="007D249B" w:rsidP="007D249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6862602E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110C238" w14:textId="3F60FE06" w:rsidR="00E22FBC" w:rsidRPr="00CA2C2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>1.3</w:t>
      </w:r>
      <w:r w:rsidR="004B4485">
        <w:rPr>
          <w:rFonts w:ascii="Corbel" w:hAnsi="Corbel"/>
          <w:smallCaps w:val="0"/>
          <w:szCs w:val="24"/>
        </w:rPr>
        <w:t>.</w:t>
      </w:r>
      <w:r w:rsidR="00F83B28" w:rsidRPr="00CA2C2D">
        <w:rPr>
          <w:rFonts w:ascii="Corbel" w:hAnsi="Corbel"/>
          <w:smallCaps w:val="0"/>
          <w:szCs w:val="24"/>
        </w:rPr>
        <w:tab/>
      </w:r>
      <w:r w:rsidRPr="00CA2C2D">
        <w:rPr>
          <w:rFonts w:ascii="Corbel" w:hAnsi="Corbel"/>
          <w:smallCaps w:val="0"/>
          <w:szCs w:val="24"/>
        </w:rPr>
        <w:t>For</w:t>
      </w:r>
      <w:r w:rsidR="00445970" w:rsidRPr="00CA2C2D">
        <w:rPr>
          <w:rFonts w:ascii="Corbel" w:hAnsi="Corbel"/>
          <w:smallCaps w:val="0"/>
          <w:szCs w:val="24"/>
        </w:rPr>
        <w:t xml:space="preserve">ma zaliczenia przedmiotu </w:t>
      </w:r>
      <w:r w:rsidRPr="00CA2C2D">
        <w:rPr>
          <w:rFonts w:ascii="Corbel" w:hAnsi="Corbel"/>
          <w:smallCaps w:val="0"/>
          <w:szCs w:val="24"/>
        </w:rPr>
        <w:t xml:space="preserve"> (z toku) </w:t>
      </w:r>
      <w:r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D6DBD3B" w14:textId="70A3A53E" w:rsidR="00CA2C2D" w:rsidRPr="00A37C0D" w:rsidRDefault="004B4485" w:rsidP="00CA2C2D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z</w:t>
      </w:r>
      <w:r w:rsidR="00CA2C2D" w:rsidRPr="00A37C0D">
        <w:rPr>
          <w:rFonts w:ascii="Corbel" w:hAnsi="Corbel"/>
          <w:sz w:val="24"/>
          <w:szCs w:val="24"/>
        </w:rPr>
        <w:t>aliczenie z oceną</w:t>
      </w:r>
    </w:p>
    <w:p w14:paraId="280F068A" w14:textId="77777777" w:rsidR="00E960BB" w:rsidRPr="00CA2C2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7A9CDE" w14:textId="59F1B80D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A2C2D">
        <w:rPr>
          <w:rFonts w:ascii="Corbel" w:hAnsi="Corbel"/>
          <w:szCs w:val="24"/>
        </w:rPr>
        <w:t>2.</w:t>
      </w:r>
      <w:r w:rsidR="004B4485">
        <w:rPr>
          <w:rFonts w:ascii="Corbel" w:hAnsi="Corbel"/>
          <w:szCs w:val="24"/>
        </w:rPr>
        <w:t xml:space="preserve"> </w:t>
      </w:r>
      <w:r w:rsidRPr="00CA2C2D">
        <w:rPr>
          <w:rFonts w:ascii="Corbel" w:hAnsi="Corbel"/>
          <w:szCs w:val="24"/>
        </w:rPr>
        <w:t xml:space="preserve">Wymagania wstępne </w:t>
      </w:r>
    </w:p>
    <w:p w14:paraId="536B643F" w14:textId="77777777" w:rsidR="004B4485" w:rsidRPr="00CA2C2D" w:rsidRDefault="004B448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A2C2D" w14:paraId="7D1B5DAF" w14:textId="77777777" w:rsidTr="00745302">
        <w:tc>
          <w:tcPr>
            <w:tcW w:w="9670" w:type="dxa"/>
          </w:tcPr>
          <w:p w14:paraId="5D28B101" w14:textId="5399EECF" w:rsidR="0085747A" w:rsidRPr="00CA2C2D" w:rsidRDefault="00CA2C2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podstawową </w:t>
            </w:r>
            <w:r w:rsidR="004B4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zakresu rachunkowości.</w:t>
            </w:r>
          </w:p>
        </w:tc>
      </w:tr>
    </w:tbl>
    <w:p w14:paraId="1DE5F91D" w14:textId="77777777" w:rsidR="00153C41" w:rsidRPr="00CA2C2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928ECD" w14:textId="29601552" w:rsidR="0085747A" w:rsidRPr="00CA2C2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A2C2D">
        <w:rPr>
          <w:rFonts w:ascii="Corbel" w:hAnsi="Corbel"/>
          <w:szCs w:val="24"/>
        </w:rPr>
        <w:t>3.</w:t>
      </w:r>
      <w:r w:rsidR="00E71D09">
        <w:rPr>
          <w:rFonts w:ascii="Corbel" w:hAnsi="Corbel"/>
          <w:szCs w:val="24"/>
        </w:rPr>
        <w:t xml:space="preserve"> </w:t>
      </w:r>
      <w:r w:rsidR="00A84C85" w:rsidRPr="00CA2C2D">
        <w:rPr>
          <w:rFonts w:ascii="Corbel" w:hAnsi="Corbel"/>
          <w:szCs w:val="24"/>
        </w:rPr>
        <w:t>cele, efekty uczenia się</w:t>
      </w:r>
      <w:r w:rsidR="0085747A" w:rsidRPr="00CA2C2D">
        <w:rPr>
          <w:rFonts w:ascii="Corbel" w:hAnsi="Corbel"/>
          <w:szCs w:val="24"/>
        </w:rPr>
        <w:t>, treści Programowe i stosowane metody Dydaktyczne</w:t>
      </w:r>
    </w:p>
    <w:p w14:paraId="037D09F8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F42B1C" w14:textId="233AFF47" w:rsidR="0085747A" w:rsidRPr="00CA2C2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lastRenderedPageBreak/>
        <w:t>3.1</w:t>
      </w:r>
      <w:r w:rsidR="00E71D09">
        <w:rPr>
          <w:rFonts w:ascii="Corbel" w:hAnsi="Corbel"/>
          <w:sz w:val="24"/>
          <w:szCs w:val="24"/>
        </w:rPr>
        <w:t>.</w:t>
      </w:r>
      <w:r w:rsidRPr="00CA2C2D">
        <w:rPr>
          <w:rFonts w:ascii="Corbel" w:hAnsi="Corbel"/>
          <w:sz w:val="24"/>
          <w:szCs w:val="24"/>
        </w:rPr>
        <w:t xml:space="preserve"> </w:t>
      </w:r>
      <w:r w:rsidR="00C05F44" w:rsidRPr="00CA2C2D">
        <w:rPr>
          <w:rFonts w:ascii="Corbel" w:hAnsi="Corbel"/>
          <w:sz w:val="24"/>
          <w:szCs w:val="24"/>
        </w:rPr>
        <w:t>Cele przedmiotu</w:t>
      </w:r>
    </w:p>
    <w:p w14:paraId="2826BDF8" w14:textId="77777777" w:rsidR="00F83B28" w:rsidRPr="00CA2C2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CA2C2D" w:rsidRPr="00CA2C2D" w14:paraId="2E6D2E1C" w14:textId="77777777" w:rsidTr="00CA2C2D">
        <w:tc>
          <w:tcPr>
            <w:tcW w:w="841" w:type="dxa"/>
            <w:vAlign w:val="center"/>
          </w:tcPr>
          <w:p w14:paraId="7152A30A" w14:textId="15A3C3B5" w:rsidR="00CA2C2D" w:rsidRPr="00CA2C2D" w:rsidRDefault="00CA2C2D" w:rsidP="00CA2C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0A45AF92" w14:textId="4697ADD3" w:rsidR="00CA2C2D" w:rsidRPr="00CA2C2D" w:rsidRDefault="00CA2C2D" w:rsidP="00CA2C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 xml:space="preserve">Przekazanie podstawowej wiedzy z zakresu rachunkowości zarządczej. </w:t>
            </w:r>
          </w:p>
        </w:tc>
      </w:tr>
      <w:tr w:rsidR="00CA2C2D" w:rsidRPr="00CA2C2D" w14:paraId="6935B305" w14:textId="77777777" w:rsidTr="00CA2C2D">
        <w:tc>
          <w:tcPr>
            <w:tcW w:w="841" w:type="dxa"/>
            <w:vAlign w:val="center"/>
          </w:tcPr>
          <w:p w14:paraId="2D8EB93F" w14:textId="43F464E6" w:rsidR="00CA2C2D" w:rsidRPr="00CA2C2D" w:rsidRDefault="00CA2C2D" w:rsidP="00CA2C2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57656DE4" w14:textId="11CF9EF4" w:rsidR="00CA2C2D" w:rsidRPr="00CA2C2D" w:rsidRDefault="00CA2C2D" w:rsidP="00CA2C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wykorzystania wybranych metod rachunkowości zarządczej oraz samodzielnego twórczego myślenia i podejmowania decyzji na bazie informacji kosztowych.  </w:t>
            </w:r>
          </w:p>
        </w:tc>
      </w:tr>
      <w:tr w:rsidR="00CA2C2D" w:rsidRPr="00CA2C2D" w14:paraId="6B4D31BA" w14:textId="77777777" w:rsidTr="00CA2C2D">
        <w:tc>
          <w:tcPr>
            <w:tcW w:w="841" w:type="dxa"/>
            <w:vAlign w:val="center"/>
          </w:tcPr>
          <w:p w14:paraId="4C21B5EF" w14:textId="6511B07C" w:rsidR="00CA2C2D" w:rsidRPr="00CA2C2D" w:rsidRDefault="00CA2C2D" w:rsidP="00CA2C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444D79F9" w14:textId="72AC6793" w:rsidR="00CA2C2D" w:rsidRPr="00CA2C2D" w:rsidRDefault="00CA2C2D" w:rsidP="00CA2C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 xml:space="preserve">Motywowanie do przyjmowania aktywnej postawy i formułowania własnych ocen w obszarze zarządzania przedsiębiorstwem. </w:t>
            </w:r>
          </w:p>
        </w:tc>
      </w:tr>
    </w:tbl>
    <w:p w14:paraId="0B799878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2DAFCA6" w14:textId="460CD594" w:rsidR="001D7B54" w:rsidRPr="00CA2C2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b/>
          <w:sz w:val="24"/>
          <w:szCs w:val="24"/>
        </w:rPr>
        <w:t>3.2</w:t>
      </w:r>
      <w:r w:rsidR="004B4485">
        <w:rPr>
          <w:rFonts w:ascii="Corbel" w:hAnsi="Corbel"/>
          <w:b/>
          <w:sz w:val="24"/>
          <w:szCs w:val="24"/>
        </w:rPr>
        <w:t>.</w:t>
      </w:r>
      <w:r w:rsidRPr="00CA2C2D">
        <w:rPr>
          <w:rFonts w:ascii="Corbel" w:hAnsi="Corbel"/>
          <w:b/>
          <w:sz w:val="24"/>
          <w:szCs w:val="24"/>
        </w:rPr>
        <w:t xml:space="preserve"> </w:t>
      </w:r>
      <w:r w:rsidR="001D7B54" w:rsidRPr="00CA2C2D">
        <w:rPr>
          <w:rFonts w:ascii="Corbel" w:hAnsi="Corbel"/>
          <w:b/>
          <w:sz w:val="24"/>
          <w:szCs w:val="24"/>
        </w:rPr>
        <w:t xml:space="preserve">Efekty </w:t>
      </w:r>
      <w:r w:rsidR="00C05F44" w:rsidRPr="00CA2C2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A2C2D">
        <w:rPr>
          <w:rFonts w:ascii="Corbel" w:hAnsi="Corbel"/>
          <w:b/>
          <w:sz w:val="24"/>
          <w:szCs w:val="24"/>
        </w:rPr>
        <w:t>dla przedmiotu</w:t>
      </w:r>
    </w:p>
    <w:p w14:paraId="361B49F7" w14:textId="77777777" w:rsidR="001D7B54" w:rsidRPr="00CA2C2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A2C2D" w14:paraId="66FC5DCC" w14:textId="77777777" w:rsidTr="5EF587A4">
        <w:tc>
          <w:tcPr>
            <w:tcW w:w="1681" w:type="dxa"/>
            <w:tcBorders>
              <w:bottom w:val="single" w:sz="4" w:space="0" w:color="auto"/>
            </w:tcBorders>
            <w:vAlign w:val="center"/>
          </w:tcPr>
          <w:p w14:paraId="4FF16484" w14:textId="77777777" w:rsidR="0085747A" w:rsidRPr="00CA2C2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A2C2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A2C2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Borders>
              <w:bottom w:val="single" w:sz="4" w:space="0" w:color="auto"/>
            </w:tcBorders>
            <w:vAlign w:val="center"/>
          </w:tcPr>
          <w:p w14:paraId="7AAA0958" w14:textId="77777777" w:rsidR="0085747A" w:rsidRPr="00CA2C2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tcBorders>
              <w:bottom w:val="single" w:sz="4" w:space="0" w:color="auto"/>
            </w:tcBorders>
            <w:vAlign w:val="center"/>
          </w:tcPr>
          <w:p w14:paraId="68357CA9" w14:textId="546FBF92" w:rsidR="0085747A" w:rsidRPr="00CA2C2D" w:rsidRDefault="0085747A" w:rsidP="00975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CA2C2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A2C2D" w:rsidRPr="00CA2C2D" w14:paraId="376398B3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455B" w14:textId="0C6FE8AD" w:rsidR="00CA2C2D" w:rsidRPr="00CA2C2D" w:rsidRDefault="004B4485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CA2C2D" w:rsidRPr="00A37C0D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CA3A0" w14:textId="22A2EBCD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Wymienia </w:t>
            </w:r>
            <w:r w:rsidR="004B4485">
              <w:rPr>
                <w:rFonts w:ascii="Corbel" w:hAnsi="Corbel"/>
                <w:b w:val="0"/>
                <w:smallCaps w:val="0"/>
                <w:szCs w:val="24"/>
              </w:rPr>
              <w:t xml:space="preserve">i opisuje narzędzia i techniki </w:t>
            </w:r>
            <w:r w:rsidRPr="00CA2C2D">
              <w:rPr>
                <w:rFonts w:ascii="Corbel" w:hAnsi="Corbel"/>
                <w:b w:val="0"/>
                <w:smallCaps w:val="0"/>
                <w:szCs w:val="24"/>
              </w:rPr>
              <w:t>strategicznej oraz operacyjnej rachunkowości zarządczej oraz rozumie ekonomiczne uwarunkowania procesu zarządczego w przedsiębiorstwie.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649"/>
            </w:tblGrid>
            <w:tr w:rsidR="5EF587A4" w:rsidRPr="00765399" w14:paraId="62C81799" w14:textId="77777777" w:rsidTr="5EF587A4">
              <w:trPr>
                <w:jc w:val="center"/>
              </w:trPr>
              <w:tc>
                <w:tcPr>
                  <w:tcW w:w="1650" w:type="dxa"/>
                </w:tcPr>
                <w:p w14:paraId="026B6FBC" w14:textId="3079A965" w:rsidR="5EF587A4" w:rsidRPr="00765399" w:rsidRDefault="5EF587A4" w:rsidP="004B0422">
                  <w:pPr>
                    <w:spacing w:after="0" w:line="240" w:lineRule="auto"/>
                    <w:jc w:val="center"/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</w:pPr>
                  <w:r w:rsidRPr="00765399"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  <w:t>K_W01</w:t>
                  </w:r>
                </w:p>
                <w:p w14:paraId="79A29FC2" w14:textId="279B352B" w:rsidR="5EF587A4" w:rsidRPr="00765399" w:rsidRDefault="5EF587A4" w:rsidP="004B0422">
                  <w:pPr>
                    <w:spacing w:after="0" w:line="240" w:lineRule="auto"/>
                    <w:jc w:val="center"/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</w:pPr>
                  <w:r w:rsidRPr="00765399"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  <w:t>K_W02</w:t>
                  </w:r>
                </w:p>
                <w:p w14:paraId="6F347220" w14:textId="5BB64617" w:rsidR="5EF587A4" w:rsidRPr="00765399" w:rsidRDefault="5EF587A4" w:rsidP="004B0422">
                  <w:pPr>
                    <w:spacing w:after="0" w:line="240" w:lineRule="auto"/>
                    <w:jc w:val="center"/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</w:pPr>
                  <w:r w:rsidRPr="00765399"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  <w:t>K_W03</w:t>
                  </w:r>
                </w:p>
              </w:tc>
            </w:tr>
          </w:tbl>
          <w:p w14:paraId="2BBE1CCC" w14:textId="505B0706" w:rsidR="00CA2C2D" w:rsidRPr="00765399" w:rsidRDefault="00CA2C2D" w:rsidP="004B04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CA2C2D" w:rsidRPr="00CA2C2D" w14:paraId="6CEEA1C6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5D5A9" w14:textId="62B79246" w:rsidR="00CA2C2D" w:rsidRPr="00CA2C2D" w:rsidRDefault="00CA2C2D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26493" w14:textId="37736BC2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Charakteryzuje koszty, systemy ewidencyjne i modele rachunku kosztów.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747ED" w14:textId="70E60BE9" w:rsidR="00CA2C2D" w:rsidRPr="00765399" w:rsidRDefault="15032FD9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mallCaps/>
                <w:sz w:val="24"/>
                <w:szCs w:val="24"/>
              </w:rPr>
              <w:t>K_W04</w:t>
            </w:r>
          </w:p>
          <w:p w14:paraId="30D23771" w14:textId="77993C89" w:rsidR="00CA2C2D" w:rsidRPr="00765399" w:rsidRDefault="15032FD9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mallCaps/>
                <w:sz w:val="24"/>
                <w:szCs w:val="24"/>
              </w:rPr>
              <w:t>K_W05</w:t>
            </w:r>
          </w:p>
          <w:p w14:paraId="7C192D5F" w14:textId="1E89DC47" w:rsidR="00CA2C2D" w:rsidRPr="00765399" w:rsidRDefault="15032FD9" w:rsidP="004B042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765399">
              <w:rPr>
                <w:rFonts w:ascii="Corbel" w:eastAsia="Corbel" w:hAnsi="Corbel" w:cs="Corbel"/>
                <w:b w:val="0"/>
                <w:szCs w:val="24"/>
              </w:rPr>
              <w:t>K_W09</w:t>
            </w:r>
          </w:p>
        </w:tc>
      </w:tr>
      <w:tr w:rsidR="00CA2C2D" w:rsidRPr="00CA2C2D" w14:paraId="61270666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2A55" w14:textId="4838C5BE" w:rsidR="00CA2C2D" w:rsidRPr="00CA2C2D" w:rsidRDefault="00CA2C2D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CD08" w14:textId="4506E656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Wykorzystuje proste techniki rachunkowości zarządczej, w tym rachunek kalkulacyjny i BEP.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F87CE" w14:textId="1D305858" w:rsidR="00CA2C2D" w:rsidRPr="00765399" w:rsidRDefault="516EE131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mallCaps/>
                <w:sz w:val="24"/>
                <w:szCs w:val="24"/>
              </w:rPr>
              <w:t>K_U01</w:t>
            </w:r>
          </w:p>
          <w:p w14:paraId="7DC7480F" w14:textId="7501DCA1" w:rsidR="00CA2C2D" w:rsidRPr="00765399" w:rsidRDefault="516EE131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mallCaps/>
                <w:sz w:val="24"/>
                <w:szCs w:val="24"/>
              </w:rPr>
              <w:t>K_U03</w:t>
            </w:r>
          </w:p>
          <w:p w14:paraId="68A370B0" w14:textId="673BC585" w:rsidR="00CA2C2D" w:rsidRPr="00765399" w:rsidRDefault="516EE131" w:rsidP="004B042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765399">
              <w:rPr>
                <w:rFonts w:ascii="Corbel" w:eastAsia="Corbel" w:hAnsi="Corbel" w:cs="Corbel"/>
                <w:b w:val="0"/>
                <w:szCs w:val="24"/>
              </w:rPr>
              <w:t>K_U05</w:t>
            </w:r>
          </w:p>
        </w:tc>
      </w:tr>
      <w:tr w:rsidR="00CA2C2D" w:rsidRPr="00CA2C2D" w14:paraId="71F75D23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2AEC0" w14:textId="286E44C9" w:rsidR="00CA2C2D" w:rsidRPr="00CA2C2D" w:rsidRDefault="00CA2C2D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6E0C2" w14:textId="2951AD9C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Planuje efektywne gospodarowanie zasobami, przewiduje reakcję kosztów względem rozmiarów produkcji oraz wpływ różnych czynników na wyniki finansowe.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60A4" w14:textId="602A8044" w:rsidR="00CA2C2D" w:rsidRPr="00765399" w:rsidRDefault="5D734B4F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z w:val="24"/>
                <w:szCs w:val="24"/>
              </w:rPr>
              <w:t>K_U01</w:t>
            </w:r>
          </w:p>
          <w:p w14:paraId="3FA6990D" w14:textId="6FF21B6E" w:rsidR="00CA2C2D" w:rsidRPr="00765399" w:rsidRDefault="5D734B4F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z w:val="24"/>
                <w:szCs w:val="24"/>
              </w:rPr>
              <w:t>K_U03</w:t>
            </w:r>
          </w:p>
          <w:p w14:paraId="2F192042" w14:textId="3D89022A" w:rsidR="00CA2C2D" w:rsidRPr="00765399" w:rsidRDefault="5D734B4F" w:rsidP="004B042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765399">
              <w:rPr>
                <w:rFonts w:ascii="Corbel" w:eastAsia="Corbel" w:hAnsi="Corbel" w:cs="Corbel"/>
                <w:b w:val="0"/>
                <w:szCs w:val="24"/>
              </w:rPr>
              <w:t>K_U04</w:t>
            </w:r>
          </w:p>
        </w:tc>
      </w:tr>
      <w:tr w:rsidR="00CA2C2D" w:rsidRPr="00CA2C2D" w14:paraId="0F878D27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5D4E6" w14:textId="5E209DEC" w:rsidR="00CA2C2D" w:rsidRPr="00CA2C2D" w:rsidRDefault="00CA2C2D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54189" w14:textId="24575C00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Potrafi komunikować się z otoczeniem.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17A2" w14:textId="406B0CB2" w:rsidR="00CA2C2D" w:rsidRPr="00765399" w:rsidRDefault="32FA87A3" w:rsidP="004B042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765399">
              <w:rPr>
                <w:rFonts w:ascii="Corbel" w:eastAsia="Corbel" w:hAnsi="Corbel" w:cs="Corbel"/>
                <w:b w:val="0"/>
                <w:szCs w:val="24"/>
              </w:rPr>
              <w:t>K_U07</w:t>
            </w:r>
          </w:p>
        </w:tc>
      </w:tr>
      <w:tr w:rsidR="00CA2C2D" w:rsidRPr="00CA2C2D" w14:paraId="71FD5501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8862E" w14:textId="7E5B2B45" w:rsidR="00CA2C2D" w:rsidRPr="00CA2C2D" w:rsidRDefault="00CA2C2D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05912" w14:textId="0A9800B0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Jest gotów do świadomego wykorzystywania informacji finansowych w procesie przygotowania i realizacji projektów gospodarczych.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D086" w14:textId="10D3C705" w:rsidR="00CA2C2D" w:rsidRPr="00765399" w:rsidRDefault="07AE6128" w:rsidP="004B042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765399">
              <w:rPr>
                <w:rFonts w:ascii="Corbel" w:eastAsia="Corbel" w:hAnsi="Corbel" w:cs="Corbel"/>
                <w:b w:val="0"/>
                <w:szCs w:val="24"/>
              </w:rPr>
              <w:t>K_K03</w:t>
            </w:r>
          </w:p>
        </w:tc>
      </w:tr>
    </w:tbl>
    <w:p w14:paraId="312D5790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85075B" w14:textId="5F3CEA31" w:rsidR="0085747A" w:rsidRPr="00CA2C2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A2C2D">
        <w:rPr>
          <w:rFonts w:ascii="Corbel" w:hAnsi="Corbel"/>
          <w:b/>
          <w:sz w:val="24"/>
          <w:szCs w:val="24"/>
        </w:rPr>
        <w:t>3.3</w:t>
      </w:r>
      <w:r w:rsidR="004B4485">
        <w:rPr>
          <w:rFonts w:ascii="Corbel" w:hAnsi="Corbel"/>
          <w:b/>
          <w:sz w:val="24"/>
          <w:szCs w:val="24"/>
        </w:rPr>
        <w:t xml:space="preserve">. </w:t>
      </w:r>
      <w:r w:rsidR="0085747A" w:rsidRPr="00CA2C2D">
        <w:rPr>
          <w:rFonts w:ascii="Corbel" w:hAnsi="Corbel"/>
          <w:b/>
          <w:sz w:val="24"/>
          <w:szCs w:val="24"/>
        </w:rPr>
        <w:t>T</w:t>
      </w:r>
      <w:r w:rsidR="001D7B54" w:rsidRPr="00CA2C2D">
        <w:rPr>
          <w:rFonts w:ascii="Corbel" w:hAnsi="Corbel"/>
          <w:b/>
          <w:sz w:val="24"/>
          <w:szCs w:val="24"/>
        </w:rPr>
        <w:t xml:space="preserve">reści programowe </w:t>
      </w:r>
    </w:p>
    <w:p w14:paraId="1177F1F2" w14:textId="77777777" w:rsidR="0085747A" w:rsidRPr="00CA2C2D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 xml:space="preserve">Problematyka wykładu </w:t>
      </w:r>
    </w:p>
    <w:p w14:paraId="41899A1F" w14:textId="77777777" w:rsidR="00675843" w:rsidRPr="00CA2C2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A2C2D" w14:paraId="77EB47AE" w14:textId="77777777" w:rsidTr="00CA2C2D">
        <w:tc>
          <w:tcPr>
            <w:tcW w:w="9520" w:type="dxa"/>
          </w:tcPr>
          <w:p w14:paraId="56EA5C7F" w14:textId="77777777" w:rsidR="0085747A" w:rsidRPr="00CA2C2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A2C2D" w:rsidRPr="00CA2C2D" w14:paraId="16919980" w14:textId="77777777" w:rsidTr="00CA2C2D">
        <w:tc>
          <w:tcPr>
            <w:tcW w:w="9520" w:type="dxa"/>
          </w:tcPr>
          <w:p w14:paraId="1829CC5C" w14:textId="353FA72F" w:rsidR="00CA2C2D" w:rsidRPr="00CA2C2D" w:rsidRDefault="00CA2C2D" w:rsidP="00CA2C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 xml:space="preserve">Wprowadzenie do rachunkowości zarządczej – istota, funkcje, koncepcje. </w:t>
            </w:r>
          </w:p>
        </w:tc>
      </w:tr>
      <w:tr w:rsidR="00CA2C2D" w:rsidRPr="00CA2C2D" w14:paraId="0FD4B697" w14:textId="77777777" w:rsidTr="00CA2C2D">
        <w:tc>
          <w:tcPr>
            <w:tcW w:w="9520" w:type="dxa"/>
          </w:tcPr>
          <w:p w14:paraId="6ABA8031" w14:textId="65FD86C5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t>Charakterystyka i powiązanie strategicznej i operacyjnej rachunkowości zarządczej – rola w procesie kierowania przedsiębiorstwem.</w:t>
            </w:r>
          </w:p>
        </w:tc>
      </w:tr>
      <w:tr w:rsidR="00CA2C2D" w:rsidRPr="00CA2C2D" w14:paraId="767D676C" w14:textId="77777777" w:rsidTr="00CA2C2D">
        <w:tc>
          <w:tcPr>
            <w:tcW w:w="9520" w:type="dxa"/>
          </w:tcPr>
          <w:p w14:paraId="6E6D69B6" w14:textId="4A282575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t>Ewidencja kosztów – układ rodzajowy i kalkulacyjny, zmiana stanu produktów, rozliczenia międzyokresowe kosztów</w:t>
            </w:r>
          </w:p>
        </w:tc>
      </w:tr>
      <w:tr w:rsidR="00CA2C2D" w:rsidRPr="00CA2C2D" w14:paraId="2D7C2600" w14:textId="77777777" w:rsidTr="00CA2C2D">
        <w:tc>
          <w:tcPr>
            <w:tcW w:w="9520" w:type="dxa"/>
            <w:vAlign w:val="center"/>
          </w:tcPr>
          <w:p w14:paraId="013A1D21" w14:textId="0131D6F2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t>Koszty i systemy rachunku kosztów – klasyfikacja, istota , zadania oraz wpływ systemu rachunku kosztów na wynik finansowy.</w:t>
            </w:r>
          </w:p>
        </w:tc>
      </w:tr>
      <w:tr w:rsidR="00CA2C2D" w:rsidRPr="00CA2C2D" w14:paraId="2B05F129" w14:textId="77777777" w:rsidTr="00CA2C2D">
        <w:tc>
          <w:tcPr>
            <w:tcW w:w="9520" w:type="dxa"/>
            <w:vAlign w:val="center"/>
          </w:tcPr>
          <w:p w14:paraId="0B57312B" w14:textId="700FA26E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t xml:space="preserve">Rachunek kalkulacyjny kosztów. Koszt wytworzenia i koszt własny. </w:t>
            </w:r>
          </w:p>
        </w:tc>
      </w:tr>
      <w:tr w:rsidR="00CA2C2D" w:rsidRPr="00CA2C2D" w14:paraId="1FCF938E" w14:textId="77777777" w:rsidTr="00CA2C2D">
        <w:tc>
          <w:tcPr>
            <w:tcW w:w="9520" w:type="dxa"/>
            <w:vAlign w:val="center"/>
          </w:tcPr>
          <w:p w14:paraId="3C72EBDF" w14:textId="22D74FB9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t xml:space="preserve">Kalkulacje kosztowe – podziałowa prosta, podziałowa ze współczynnikami, produkcji </w:t>
            </w:r>
            <w:r w:rsidRPr="008C28AD">
              <w:rPr>
                <w:rFonts w:ascii="Corbel" w:hAnsi="Corbel"/>
                <w:sz w:val="24"/>
                <w:szCs w:val="24"/>
              </w:rPr>
              <w:lastRenderedPageBreak/>
              <w:t>sprzężonej, fazowa, zleceniowa, asortymentowa.</w:t>
            </w:r>
          </w:p>
        </w:tc>
      </w:tr>
      <w:tr w:rsidR="00CA2C2D" w:rsidRPr="00CA2C2D" w14:paraId="2D7265E3" w14:textId="77777777" w:rsidTr="00CA2C2D">
        <w:tc>
          <w:tcPr>
            <w:tcW w:w="9520" w:type="dxa"/>
            <w:vAlign w:val="center"/>
          </w:tcPr>
          <w:p w14:paraId="6CA5BDE2" w14:textId="36B8F98C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lastRenderedPageBreak/>
              <w:t>Analiza relacji „koszt – rozmiary produkcji – zysk”</w:t>
            </w:r>
            <w:r w:rsidR="008C28AD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8C28AD">
              <w:rPr>
                <w:rFonts w:ascii="Corbel" w:hAnsi="Corbel"/>
                <w:sz w:val="24"/>
                <w:szCs w:val="24"/>
              </w:rPr>
              <w:t>próg rentowności, margines bezpieczeństwa, marża</w:t>
            </w:r>
            <w:r w:rsidR="008C28A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3F58143" w14:textId="77777777" w:rsidR="0085747A" w:rsidRPr="00CA2C2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C6CB7E3" w14:textId="77777777" w:rsidR="0085747A" w:rsidRPr="00CA2C2D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A2C2D">
        <w:rPr>
          <w:rFonts w:ascii="Corbel" w:hAnsi="Corbel"/>
          <w:sz w:val="24"/>
          <w:szCs w:val="24"/>
        </w:rPr>
        <w:t xml:space="preserve">, </w:t>
      </w:r>
      <w:r w:rsidRPr="00CA2C2D">
        <w:rPr>
          <w:rFonts w:ascii="Corbel" w:hAnsi="Corbel"/>
          <w:sz w:val="24"/>
          <w:szCs w:val="24"/>
        </w:rPr>
        <w:t xml:space="preserve">zajęć praktycznych </w:t>
      </w:r>
    </w:p>
    <w:p w14:paraId="31D7636C" w14:textId="77777777" w:rsidR="0085747A" w:rsidRPr="00CA2C2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A2C2D" w14:paraId="432C185B" w14:textId="77777777" w:rsidTr="001C7E63">
        <w:tc>
          <w:tcPr>
            <w:tcW w:w="9520" w:type="dxa"/>
          </w:tcPr>
          <w:p w14:paraId="2F0DE58D" w14:textId="77777777" w:rsidR="0085747A" w:rsidRPr="00CA2C2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C7E63" w:rsidRPr="00CA2C2D" w14:paraId="15A42C32" w14:textId="77777777" w:rsidTr="001C7E63">
        <w:tc>
          <w:tcPr>
            <w:tcW w:w="9520" w:type="dxa"/>
            <w:vAlign w:val="center"/>
          </w:tcPr>
          <w:p w14:paraId="0DAF3580" w14:textId="72A6DDF8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 xml:space="preserve">Klasyfikacja, wycena i ewidencja kosztów – układ rodzajowy i kalkulacyjny, zmiana stanu produktów, rozliczenia międzyokresowe kosztów. </w:t>
            </w:r>
          </w:p>
        </w:tc>
      </w:tr>
      <w:tr w:rsidR="001C7E63" w:rsidRPr="00CA2C2D" w14:paraId="77E175B6" w14:textId="77777777" w:rsidTr="001C7E63">
        <w:tc>
          <w:tcPr>
            <w:tcW w:w="9520" w:type="dxa"/>
            <w:vAlign w:val="center"/>
          </w:tcPr>
          <w:p w14:paraId="56403296" w14:textId="069E74B9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Kalkulacja podziałowa prosta i ze współczynnikami – obliczanie kosztu jednostkowego.</w:t>
            </w:r>
          </w:p>
        </w:tc>
      </w:tr>
      <w:tr w:rsidR="001C7E63" w:rsidRPr="00CA2C2D" w14:paraId="5178F23F" w14:textId="77777777" w:rsidTr="001C7E63">
        <w:tc>
          <w:tcPr>
            <w:tcW w:w="9520" w:type="dxa"/>
            <w:vAlign w:val="center"/>
          </w:tcPr>
          <w:p w14:paraId="713320A9" w14:textId="07F099FA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Kalkulacja fazowa oraz produkcji sprzężonej – obliczanie kosztu jednostkowego.</w:t>
            </w:r>
          </w:p>
        </w:tc>
      </w:tr>
      <w:tr w:rsidR="001C7E63" w:rsidRPr="00CA2C2D" w14:paraId="11DD4BD5" w14:textId="77777777" w:rsidTr="001C7E63">
        <w:tc>
          <w:tcPr>
            <w:tcW w:w="9520" w:type="dxa"/>
          </w:tcPr>
          <w:p w14:paraId="14DA32D8" w14:textId="344FCB36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Kalkulacja zleceniowa oraz asortymentowa – obliczanie kosztu jednostkowego.</w:t>
            </w:r>
          </w:p>
        </w:tc>
      </w:tr>
      <w:tr w:rsidR="001C7E63" w:rsidRPr="00CA2C2D" w14:paraId="50EEED43" w14:textId="77777777" w:rsidTr="001C7E63">
        <w:tc>
          <w:tcPr>
            <w:tcW w:w="9520" w:type="dxa"/>
          </w:tcPr>
          <w:p w14:paraId="1F6DC36D" w14:textId="7433A3B7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 xml:space="preserve">Analiza relacji „koszt – rozmiary produkcji – zysk” – zastosowania. </w:t>
            </w:r>
          </w:p>
        </w:tc>
      </w:tr>
    </w:tbl>
    <w:p w14:paraId="7910F3CF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64F8D" w14:textId="3EF14805" w:rsidR="0085747A" w:rsidRPr="00CA2C2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>3.4</w:t>
      </w:r>
      <w:r w:rsidR="004B4485">
        <w:rPr>
          <w:rFonts w:ascii="Corbel" w:hAnsi="Corbel"/>
          <w:smallCaps w:val="0"/>
          <w:szCs w:val="24"/>
        </w:rPr>
        <w:t>.</w:t>
      </w:r>
      <w:r w:rsidRPr="00CA2C2D">
        <w:rPr>
          <w:rFonts w:ascii="Corbel" w:hAnsi="Corbel"/>
          <w:smallCaps w:val="0"/>
          <w:szCs w:val="24"/>
        </w:rPr>
        <w:t xml:space="preserve"> Metody dydaktyczne</w:t>
      </w:r>
    </w:p>
    <w:p w14:paraId="620697BB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CCD37E" w14:textId="77777777" w:rsidR="001C7E63" w:rsidRPr="00A37C0D" w:rsidRDefault="001C7E63" w:rsidP="001C7E6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24DA4C70" w14:textId="77777777" w:rsidR="001C7E63" w:rsidRPr="00A37C0D" w:rsidRDefault="001C7E63" w:rsidP="001C7E6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hAnsi="Corbel"/>
          <w:b w:val="0"/>
          <w:smallCaps w:val="0"/>
          <w:szCs w:val="24"/>
        </w:rPr>
        <w:t xml:space="preserve">Ćwiczenia: rozwiązywanie zadań, analiza i interpretacja danych finansowych, studia przypadków, praca zespołowa </w:t>
      </w:r>
    </w:p>
    <w:p w14:paraId="140F59C8" w14:textId="77777777" w:rsidR="00E960BB" w:rsidRPr="00CA2C2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F419A3" w14:textId="77777777" w:rsidR="00E960BB" w:rsidRPr="00CA2C2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544392" w14:textId="77777777" w:rsidR="0085747A" w:rsidRPr="00CA2C2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 xml:space="preserve">4. </w:t>
      </w:r>
      <w:r w:rsidR="0085747A" w:rsidRPr="00CA2C2D">
        <w:rPr>
          <w:rFonts w:ascii="Corbel" w:hAnsi="Corbel"/>
          <w:smallCaps w:val="0"/>
          <w:szCs w:val="24"/>
        </w:rPr>
        <w:t>METODY I KRYTERIA OCENY</w:t>
      </w:r>
    </w:p>
    <w:p w14:paraId="0BB1031F" w14:textId="77777777" w:rsidR="00923D7D" w:rsidRPr="00CA2C2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D16FE4" w14:textId="4964C913" w:rsidR="0085747A" w:rsidRPr="00CA2C2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>4.1</w:t>
      </w:r>
      <w:r w:rsidR="004B4485">
        <w:rPr>
          <w:rFonts w:ascii="Corbel" w:hAnsi="Corbel"/>
          <w:smallCaps w:val="0"/>
          <w:szCs w:val="24"/>
        </w:rPr>
        <w:t>.</w:t>
      </w:r>
      <w:r w:rsidRPr="00CA2C2D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CA2C2D">
        <w:rPr>
          <w:rFonts w:ascii="Corbel" w:hAnsi="Corbel"/>
          <w:smallCaps w:val="0"/>
          <w:szCs w:val="24"/>
        </w:rPr>
        <w:t>uczenia się</w:t>
      </w:r>
    </w:p>
    <w:p w14:paraId="1DBE3713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A2C2D" w14:paraId="663904C1" w14:textId="77777777" w:rsidTr="001C7E63">
        <w:tc>
          <w:tcPr>
            <w:tcW w:w="1962" w:type="dxa"/>
            <w:vAlign w:val="center"/>
          </w:tcPr>
          <w:p w14:paraId="2553A50D" w14:textId="77777777" w:rsidR="0085747A" w:rsidRPr="00CA2C2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4EFB2B3" w14:textId="77777777" w:rsidR="0085747A" w:rsidRPr="00CA2C2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AA741BC" w14:textId="77777777" w:rsidR="0085747A" w:rsidRPr="00CA2C2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A2C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D91B8CB" w14:textId="77777777" w:rsidR="00923D7D" w:rsidRPr="00CA2C2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A6B0203" w14:textId="77777777" w:rsidR="0085747A" w:rsidRPr="00CA2C2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C7E63" w:rsidRPr="00CA2C2D" w14:paraId="6B34534D" w14:textId="77777777" w:rsidTr="001C7E63">
        <w:tc>
          <w:tcPr>
            <w:tcW w:w="1962" w:type="dxa"/>
          </w:tcPr>
          <w:p w14:paraId="34784DE2" w14:textId="5C149657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="008E1734">
              <w:rPr>
                <w:rFonts w:ascii="Corbel" w:hAnsi="Corbel"/>
                <w:b w:val="0"/>
                <w:szCs w:val="24"/>
              </w:rPr>
              <w:t>_</w:t>
            </w:r>
            <w:r w:rsidRPr="00A37C0D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0650B4EA" w14:textId="3C7C0672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wacja w trakcie zajęć, k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olokwium </w:t>
            </w:r>
          </w:p>
        </w:tc>
        <w:tc>
          <w:tcPr>
            <w:tcW w:w="2117" w:type="dxa"/>
          </w:tcPr>
          <w:p w14:paraId="6139385E" w14:textId="7D100DAA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ykład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ćwiczenia</w:t>
            </w:r>
          </w:p>
        </w:tc>
      </w:tr>
      <w:tr w:rsidR="001C7E63" w:rsidRPr="00CA2C2D" w14:paraId="3C3F51DC" w14:textId="77777777" w:rsidTr="001C7E63">
        <w:tc>
          <w:tcPr>
            <w:tcW w:w="1962" w:type="dxa"/>
          </w:tcPr>
          <w:p w14:paraId="516C930E" w14:textId="1CD86C63" w:rsidR="001C7E63" w:rsidRPr="00CA2C2D" w:rsidRDefault="001C7E63" w:rsidP="008E17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A37C0D">
              <w:rPr>
                <w:rFonts w:ascii="Corbel" w:hAnsi="Corbel"/>
                <w:b w:val="0"/>
                <w:szCs w:val="24"/>
              </w:rPr>
              <w:t>_02</w:t>
            </w:r>
          </w:p>
        </w:tc>
        <w:tc>
          <w:tcPr>
            <w:tcW w:w="5441" w:type="dxa"/>
          </w:tcPr>
          <w:p w14:paraId="4D525115" w14:textId="6C5D78CC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wacja w trakcie zajęć, 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9FD7A07" w14:textId="58F02B82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C7E63" w:rsidRPr="00CA2C2D" w14:paraId="1C41BC4A" w14:textId="77777777" w:rsidTr="001C7E63">
        <w:tc>
          <w:tcPr>
            <w:tcW w:w="1962" w:type="dxa"/>
          </w:tcPr>
          <w:p w14:paraId="020EDD36" w14:textId="35C2D135" w:rsidR="001C7E63" w:rsidRPr="00CA2C2D" w:rsidRDefault="001C7E63" w:rsidP="008E17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A37C0D">
              <w:rPr>
                <w:rFonts w:ascii="Corbel" w:hAnsi="Corbel"/>
                <w:b w:val="0"/>
                <w:szCs w:val="24"/>
              </w:rPr>
              <w:t>_03</w:t>
            </w:r>
          </w:p>
        </w:tc>
        <w:tc>
          <w:tcPr>
            <w:tcW w:w="5441" w:type="dxa"/>
          </w:tcPr>
          <w:p w14:paraId="0F491DFD" w14:textId="7FBC53CE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wacja w trakcie zajęć,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kolokwium</w:t>
            </w:r>
          </w:p>
        </w:tc>
        <w:tc>
          <w:tcPr>
            <w:tcW w:w="2117" w:type="dxa"/>
          </w:tcPr>
          <w:p w14:paraId="03101D53" w14:textId="76E7FC4B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C7E63" w:rsidRPr="00CA2C2D" w14:paraId="23876ED2" w14:textId="77777777" w:rsidTr="001C7E63">
        <w:tc>
          <w:tcPr>
            <w:tcW w:w="1962" w:type="dxa"/>
          </w:tcPr>
          <w:p w14:paraId="42C7D5B1" w14:textId="0DE09D6C" w:rsidR="001C7E63" w:rsidRPr="00CA2C2D" w:rsidRDefault="001C7E63" w:rsidP="008E17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A37C0D">
              <w:rPr>
                <w:rFonts w:ascii="Corbel" w:hAnsi="Corbel"/>
                <w:b w:val="0"/>
                <w:szCs w:val="24"/>
              </w:rPr>
              <w:t xml:space="preserve">_04 </w:t>
            </w:r>
          </w:p>
        </w:tc>
        <w:tc>
          <w:tcPr>
            <w:tcW w:w="5441" w:type="dxa"/>
          </w:tcPr>
          <w:p w14:paraId="075DCFC1" w14:textId="322DC6E3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wacja w trakcie zajęć, 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34F7DA88" w14:textId="2133B933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wykład, 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C7E63" w:rsidRPr="00CA2C2D" w14:paraId="70D81429" w14:textId="77777777" w:rsidTr="001C7E63">
        <w:tc>
          <w:tcPr>
            <w:tcW w:w="1962" w:type="dxa"/>
          </w:tcPr>
          <w:p w14:paraId="596A82F4" w14:textId="7D03F06D" w:rsidR="001C7E63" w:rsidRPr="00CA2C2D" w:rsidRDefault="001C7E63" w:rsidP="008E17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A37C0D">
              <w:rPr>
                <w:rFonts w:ascii="Corbel" w:hAnsi="Corbel"/>
                <w:b w:val="0"/>
                <w:szCs w:val="24"/>
              </w:rPr>
              <w:t xml:space="preserve">_05 </w:t>
            </w:r>
          </w:p>
        </w:tc>
        <w:tc>
          <w:tcPr>
            <w:tcW w:w="5441" w:type="dxa"/>
          </w:tcPr>
          <w:p w14:paraId="662EB93C" w14:textId="416411FF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wacja w trakcie zajęć</w:t>
            </w:r>
          </w:p>
        </w:tc>
        <w:tc>
          <w:tcPr>
            <w:tcW w:w="2117" w:type="dxa"/>
          </w:tcPr>
          <w:p w14:paraId="29851089" w14:textId="3713456B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C7E63" w:rsidRPr="00CA2C2D" w14:paraId="2A512F55" w14:textId="77777777" w:rsidTr="001C7E63">
        <w:tc>
          <w:tcPr>
            <w:tcW w:w="1962" w:type="dxa"/>
          </w:tcPr>
          <w:p w14:paraId="1FA65CEF" w14:textId="1B2B8EA5" w:rsidR="001C7E63" w:rsidRPr="00CA2C2D" w:rsidRDefault="001C7E63" w:rsidP="008E17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A37C0D">
              <w:rPr>
                <w:rFonts w:ascii="Corbel" w:hAnsi="Corbel"/>
                <w:b w:val="0"/>
                <w:szCs w:val="24"/>
              </w:rPr>
              <w:t xml:space="preserve">_06 </w:t>
            </w:r>
          </w:p>
        </w:tc>
        <w:tc>
          <w:tcPr>
            <w:tcW w:w="5441" w:type="dxa"/>
          </w:tcPr>
          <w:p w14:paraId="4C480C66" w14:textId="3180BC13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wacja w trakcie zajęć</w:t>
            </w:r>
          </w:p>
        </w:tc>
        <w:tc>
          <w:tcPr>
            <w:tcW w:w="2117" w:type="dxa"/>
          </w:tcPr>
          <w:p w14:paraId="03107B27" w14:textId="32BBF48D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64342D4D" w14:textId="77777777" w:rsidR="00923D7D" w:rsidRPr="00CA2C2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BACEA5" w14:textId="3A82AEE7" w:rsidR="0085747A" w:rsidRPr="00CA2C2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>4.2</w:t>
      </w:r>
      <w:r w:rsidR="004B4485">
        <w:rPr>
          <w:rFonts w:ascii="Corbel" w:hAnsi="Corbel"/>
          <w:smallCaps w:val="0"/>
          <w:szCs w:val="24"/>
        </w:rPr>
        <w:t>.</w:t>
      </w:r>
      <w:r w:rsidRPr="00CA2C2D">
        <w:rPr>
          <w:rFonts w:ascii="Corbel" w:hAnsi="Corbel"/>
          <w:smallCaps w:val="0"/>
          <w:szCs w:val="24"/>
        </w:rPr>
        <w:t xml:space="preserve"> </w:t>
      </w:r>
      <w:r w:rsidR="0085747A" w:rsidRPr="00CA2C2D">
        <w:rPr>
          <w:rFonts w:ascii="Corbel" w:hAnsi="Corbel"/>
          <w:smallCaps w:val="0"/>
          <w:szCs w:val="24"/>
        </w:rPr>
        <w:t>Warunki zaliczenia przedmiotu (kryteria oceniania)</w:t>
      </w:r>
    </w:p>
    <w:p w14:paraId="59966A74" w14:textId="77777777" w:rsidR="00923D7D" w:rsidRPr="00CA2C2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A2C2D" w14:paraId="615D751D" w14:textId="77777777" w:rsidTr="669C23A7">
        <w:tc>
          <w:tcPr>
            <w:tcW w:w="9670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9450"/>
            </w:tblGrid>
            <w:tr w:rsidR="5EF587A4" w:rsidRPr="004B0422" w14:paraId="6707DA87" w14:textId="77777777" w:rsidTr="007D249B">
              <w:trPr>
                <w:trHeight w:val="553"/>
              </w:trPr>
              <w:tc>
                <w:tcPr>
                  <w:tcW w:w="9450" w:type="dxa"/>
                </w:tcPr>
                <w:p w14:paraId="244949C7" w14:textId="1A078770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 xml:space="preserve">Ćwiczenia: kolokwium </w:t>
                  </w:r>
                </w:p>
                <w:p w14:paraId="2ED03F8A" w14:textId="70808665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 xml:space="preserve">Wykład: kolokwium na ćwiczeniach uwzgledniające materiał zrealizowany również na wykładzie </w:t>
                  </w:r>
                </w:p>
                <w:p w14:paraId="46EC6ADE" w14:textId="02A65B37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>Ocena 3,0 wymaga uzyskania 51% maksymalnej ilości punktów przypisanych do poszczególnych działań składających się na zaliczenie:</w:t>
                  </w:r>
                </w:p>
                <w:p w14:paraId="338625B7" w14:textId="29C91B5F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 xml:space="preserve">  0 – 50%   2,0</w:t>
                  </w:r>
                </w:p>
                <w:p w14:paraId="4D791F0F" w14:textId="7AA369C8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 xml:space="preserve">51 – 60%   3,0 </w:t>
                  </w:r>
                </w:p>
                <w:p w14:paraId="74FAFD9A" w14:textId="770845D4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>61 – 70%   3,5</w:t>
                  </w:r>
                </w:p>
                <w:p w14:paraId="66532B8C" w14:textId="75F27BB9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>71 – 80%   4,0</w:t>
                  </w:r>
                </w:p>
                <w:p w14:paraId="1F11C508" w14:textId="5A23D367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>81 – 90%   4,5</w:t>
                  </w:r>
                </w:p>
                <w:p w14:paraId="1442FC87" w14:textId="5F704C5C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>91 – 100% 5,0</w:t>
                  </w:r>
                </w:p>
              </w:tc>
            </w:tr>
          </w:tbl>
          <w:p w14:paraId="46485E7B" w14:textId="252E1EEA" w:rsidR="0085747A" w:rsidRPr="00CA2C2D" w:rsidRDefault="0085747A" w:rsidP="5EF58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5962D0F8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F7A877" w14:textId="77777777" w:rsidR="009F4610" w:rsidRPr="00CA2C2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A2C2D">
        <w:rPr>
          <w:rFonts w:ascii="Corbel" w:hAnsi="Corbel"/>
          <w:b/>
          <w:sz w:val="24"/>
          <w:szCs w:val="24"/>
        </w:rPr>
        <w:t xml:space="preserve">5. </w:t>
      </w:r>
      <w:r w:rsidR="00C61DC5" w:rsidRPr="00CA2C2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E06A610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A2C2D" w14:paraId="1A7FC0ED" w14:textId="77777777" w:rsidTr="001C7E63">
        <w:tc>
          <w:tcPr>
            <w:tcW w:w="4902" w:type="dxa"/>
            <w:vAlign w:val="center"/>
          </w:tcPr>
          <w:p w14:paraId="201D7C92" w14:textId="77777777" w:rsidR="0085747A" w:rsidRPr="00CA2C2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A2C2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A2C2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A2C2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2640AED4" w14:textId="64B412D3" w:rsidR="0085747A" w:rsidRPr="00CA2C2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A2C2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A2C2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E2E1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A2C2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C7E63" w:rsidRPr="00CA2C2D" w14:paraId="002D25F2" w14:textId="77777777" w:rsidTr="001C7E63">
        <w:tc>
          <w:tcPr>
            <w:tcW w:w="4902" w:type="dxa"/>
          </w:tcPr>
          <w:p w14:paraId="321909A2" w14:textId="77777777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059354E9" w14:textId="4CFDDB25" w:rsidR="001C7E63" w:rsidRPr="00CA2C2D" w:rsidRDefault="001C7E63" w:rsidP="001C7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C7E63" w:rsidRPr="00CA2C2D" w14:paraId="7D7A71FE" w14:textId="77777777" w:rsidTr="001C7E63">
        <w:tc>
          <w:tcPr>
            <w:tcW w:w="4902" w:type="dxa"/>
          </w:tcPr>
          <w:p w14:paraId="5F156A56" w14:textId="77777777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39D52A3" w14:textId="6EB44A62" w:rsidR="001C7E63" w:rsidRPr="00CA2C2D" w:rsidRDefault="004B4485" w:rsidP="004B44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1C7E63" w:rsidRPr="00CA2C2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557826EF" w14:textId="1248B299" w:rsidR="001C7E63" w:rsidRPr="00CA2C2D" w:rsidRDefault="004D6DA2" w:rsidP="001C7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C7E63" w:rsidRPr="00CA2C2D" w14:paraId="5278C189" w14:textId="77777777" w:rsidTr="001C7E63">
        <w:tc>
          <w:tcPr>
            <w:tcW w:w="4902" w:type="dxa"/>
          </w:tcPr>
          <w:p w14:paraId="486DFC28" w14:textId="5E403D98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A2C2D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CA2C2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3E6F64BF" w14:textId="15BD6C1D" w:rsidR="001C7E63" w:rsidRPr="00CA2C2D" w:rsidRDefault="001C7E63" w:rsidP="001C7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4</w:t>
            </w:r>
            <w:r w:rsidR="004D6DA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1C7E63" w:rsidRPr="00CA2C2D" w14:paraId="2F2BAE2D" w14:textId="77777777" w:rsidTr="001C7E63">
        <w:tc>
          <w:tcPr>
            <w:tcW w:w="4902" w:type="dxa"/>
          </w:tcPr>
          <w:p w14:paraId="7DA58FEA" w14:textId="77777777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38EFA78" w14:textId="7219F96A" w:rsidR="001C7E63" w:rsidRPr="00CA2C2D" w:rsidRDefault="001C7E63" w:rsidP="001C7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1C7E63" w:rsidRPr="00CA2C2D" w14:paraId="3A276B05" w14:textId="77777777" w:rsidTr="001C7E63">
        <w:tc>
          <w:tcPr>
            <w:tcW w:w="4902" w:type="dxa"/>
          </w:tcPr>
          <w:p w14:paraId="39C5D35C" w14:textId="77777777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A2C2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54A302F" w14:textId="69825AEE" w:rsidR="001C7E63" w:rsidRPr="00CA2C2D" w:rsidRDefault="001C7E63" w:rsidP="001C7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60DC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154160AE" w14:textId="77777777" w:rsidR="0085747A" w:rsidRPr="00CA2C2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A2C2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A2C2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826C017" w14:textId="77777777" w:rsidR="003E1941" w:rsidRPr="00CA2C2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A3F3C4" w14:textId="77777777" w:rsidR="0085747A" w:rsidRPr="00CA2C2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 xml:space="preserve">6. </w:t>
      </w:r>
      <w:r w:rsidR="0085747A" w:rsidRPr="00CA2C2D">
        <w:rPr>
          <w:rFonts w:ascii="Corbel" w:hAnsi="Corbel"/>
          <w:smallCaps w:val="0"/>
          <w:szCs w:val="24"/>
        </w:rPr>
        <w:t>PRAKTYKI ZAWO</w:t>
      </w:r>
      <w:r w:rsidR="009D3F3B" w:rsidRPr="00CA2C2D">
        <w:rPr>
          <w:rFonts w:ascii="Corbel" w:hAnsi="Corbel"/>
          <w:smallCaps w:val="0"/>
          <w:szCs w:val="24"/>
        </w:rPr>
        <w:t>DOWE W RAMACH PRZEDMIOTU</w:t>
      </w:r>
    </w:p>
    <w:p w14:paraId="19CB9600" w14:textId="77777777" w:rsidR="0085747A" w:rsidRPr="00CA2C2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CA2C2D" w14:paraId="26981F3A" w14:textId="77777777" w:rsidTr="001C7E63">
        <w:trPr>
          <w:trHeight w:val="397"/>
        </w:trPr>
        <w:tc>
          <w:tcPr>
            <w:tcW w:w="2359" w:type="pct"/>
          </w:tcPr>
          <w:p w14:paraId="324631C7" w14:textId="77777777" w:rsidR="0085747A" w:rsidRPr="00CA2C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9F06679" w14:textId="6187CE07" w:rsidR="0085747A" w:rsidRPr="00CA2C2D" w:rsidRDefault="001C7E63" w:rsidP="004B44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A2C2D" w14:paraId="31326694" w14:textId="77777777" w:rsidTr="001C7E63">
        <w:trPr>
          <w:trHeight w:val="397"/>
        </w:trPr>
        <w:tc>
          <w:tcPr>
            <w:tcW w:w="2359" w:type="pct"/>
          </w:tcPr>
          <w:p w14:paraId="34F2C3CC" w14:textId="77777777" w:rsidR="0085747A" w:rsidRPr="00CA2C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04E26C6" w14:textId="31F7CC45" w:rsidR="0085747A" w:rsidRPr="00CA2C2D" w:rsidRDefault="001C7E63" w:rsidP="004B44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95FDC6" w14:textId="77777777" w:rsidR="003E1941" w:rsidRPr="00CA2C2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35961C" w14:textId="77777777" w:rsidR="0085747A" w:rsidRPr="00CA2C2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 xml:space="preserve">7. </w:t>
      </w:r>
      <w:r w:rsidR="0085747A" w:rsidRPr="00CA2C2D">
        <w:rPr>
          <w:rFonts w:ascii="Corbel" w:hAnsi="Corbel"/>
          <w:smallCaps w:val="0"/>
          <w:szCs w:val="24"/>
        </w:rPr>
        <w:t>LITERATURA</w:t>
      </w:r>
    </w:p>
    <w:p w14:paraId="20CC6958" w14:textId="77777777" w:rsidR="00675843" w:rsidRPr="00CA2C2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CA2C2D" w14:paraId="4FA1C7E6" w14:textId="77777777" w:rsidTr="52C0B1E4">
        <w:trPr>
          <w:trHeight w:val="397"/>
        </w:trPr>
        <w:tc>
          <w:tcPr>
            <w:tcW w:w="5000" w:type="pct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9630"/>
            </w:tblGrid>
            <w:tr w:rsidR="52C0B1E4" w:rsidRPr="00765399" w14:paraId="3B414D5E" w14:textId="77777777" w:rsidTr="52C0B1E4">
              <w:trPr>
                <w:trHeight w:val="1590"/>
              </w:trPr>
              <w:tc>
                <w:tcPr>
                  <w:tcW w:w="9630" w:type="dxa"/>
                </w:tcPr>
                <w:p w14:paraId="263BA7D5" w14:textId="054745DC" w:rsidR="52C0B1E4" w:rsidRPr="00765399" w:rsidRDefault="52C0B1E4" w:rsidP="52C0B1E4">
                  <w:pPr>
                    <w:pStyle w:val="Punktygwne"/>
                    <w:spacing w:before="0" w:after="0"/>
                    <w:jc w:val="both"/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 w:themeColor="text1"/>
                    </w:rPr>
                    <w:t>Literatura podstawowa:</w:t>
                  </w:r>
                </w:p>
                <w:p w14:paraId="7CA67E77" w14:textId="29FFB284" w:rsidR="52C0B1E4" w:rsidRPr="00765399" w:rsidRDefault="52C0B1E4" w:rsidP="52C0B1E4">
                  <w:pPr>
                    <w:pStyle w:val="Punktygwne"/>
                    <w:numPr>
                      <w:ilvl w:val="0"/>
                      <w:numId w:val="2"/>
                    </w:numPr>
                    <w:spacing w:before="0" w:after="0"/>
                    <w:jc w:val="both"/>
                    <w:rPr>
                      <w:rFonts w:ascii="Corbel" w:eastAsia="Corbel" w:hAnsi="Corbel" w:cs="Corbel"/>
                      <w:b w:val="0"/>
                      <w:color w:val="000000" w:themeColor="text1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 w:themeColor="text1"/>
                    </w:rPr>
                    <w:t>Świderska G.K., Controlling kosztów i rachunkowość zarządcza, Difin, Warszawa 2017.</w:t>
                  </w:r>
                </w:p>
                <w:p w14:paraId="77A8D309" w14:textId="5F5A129D" w:rsidR="52C0B1E4" w:rsidRPr="00765399" w:rsidRDefault="52C0B1E4" w:rsidP="52C0B1E4">
                  <w:pPr>
                    <w:pStyle w:val="Punktygwne"/>
                    <w:numPr>
                      <w:ilvl w:val="0"/>
                      <w:numId w:val="2"/>
                    </w:numPr>
                    <w:spacing w:before="0" w:after="0"/>
                    <w:jc w:val="both"/>
                    <w:rPr>
                      <w:rFonts w:ascii="Corbel" w:eastAsia="Corbel" w:hAnsi="Corbel" w:cs="Corbel"/>
                      <w:b w:val="0"/>
                      <w:color w:val="000000" w:themeColor="text1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 w:themeColor="text1"/>
                    </w:rPr>
                    <w:t>Kamela-Sowińska A., Macuda M., Rachunkowość zarządcza, Uniwersytet Ekonomiczny w Poznaniu, Poznań 2017.</w:t>
                  </w:r>
                </w:p>
                <w:p w14:paraId="6F1C83EF" w14:textId="162411DA" w:rsidR="52C0B1E4" w:rsidRPr="00765399" w:rsidRDefault="52C0B1E4" w:rsidP="52C0B1E4">
                  <w:pPr>
                    <w:pStyle w:val="Punktygwne"/>
                    <w:numPr>
                      <w:ilvl w:val="0"/>
                      <w:numId w:val="2"/>
                    </w:numPr>
                    <w:spacing w:before="0" w:after="0"/>
                    <w:jc w:val="both"/>
                    <w:rPr>
                      <w:rFonts w:ascii="Corbel" w:eastAsia="Corbel" w:hAnsi="Corbel" w:cs="Corbel"/>
                      <w:b w:val="0"/>
                      <w:color w:val="000000" w:themeColor="text1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 w:themeColor="text1"/>
                    </w:rPr>
                    <w:t>Rabiej E., Rachunek kosztów leczenia w aspekcie wyceny świadczeń zdrowotnych, Uniwersytet Rzeszowski, Rzeszów 2013.</w:t>
                  </w:r>
                </w:p>
              </w:tc>
            </w:tr>
          </w:tbl>
          <w:p w14:paraId="5CF21F25" w14:textId="3D6CDBCF" w:rsidR="001C7E63" w:rsidRPr="00765399" w:rsidRDefault="001C7E63" w:rsidP="52C0B1E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</w:p>
        </w:tc>
      </w:tr>
      <w:tr w:rsidR="0085747A" w:rsidRPr="00CA2C2D" w14:paraId="72C96343" w14:textId="77777777" w:rsidTr="52C0B1E4">
        <w:trPr>
          <w:trHeight w:val="397"/>
        </w:trPr>
        <w:tc>
          <w:tcPr>
            <w:tcW w:w="5000" w:type="pct"/>
          </w:tcPr>
          <w:p w14:paraId="5AD7D7F1" w14:textId="171B60B7" w:rsidR="001C7E63" w:rsidRPr="00765399" w:rsidRDefault="4C799C6F" w:rsidP="52C0B1E4">
            <w:pPr>
              <w:pStyle w:val="Punktygwne"/>
              <w:spacing w:before="0" w:after="0"/>
              <w:jc w:val="both"/>
            </w:pPr>
            <w:r w:rsidRPr="0076539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Literatura uzupełniająca: </w:t>
            </w:r>
          </w:p>
          <w:p w14:paraId="6EF38D26" w14:textId="7DF94EE7" w:rsidR="001C7E63" w:rsidRPr="00765399" w:rsidRDefault="4C799C6F" w:rsidP="52C0B1E4">
            <w:pPr>
              <w:pStyle w:val="Punktygwne"/>
              <w:numPr>
                <w:ilvl w:val="0"/>
                <w:numId w:val="1"/>
              </w:numPr>
              <w:spacing w:before="0" w:after="0"/>
              <w:ind w:left="360"/>
              <w:jc w:val="both"/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</w:pPr>
            <w:r w:rsidRPr="00765399">
              <w:rPr>
                <w:rFonts w:ascii="Corbel" w:hAnsi="Corbel"/>
                <w:b w:val="0"/>
                <w:smallCaps w:val="0"/>
                <w:color w:val="000000" w:themeColor="text1"/>
              </w:rPr>
              <w:t>Świderska G.K., Koszt wytworzenia jako podstawa wyceny produktów, Stowarzyszenie Księgowych w Polsce, Warszawa 2017.</w:t>
            </w:r>
          </w:p>
          <w:p w14:paraId="41036294" w14:textId="25EF38C6" w:rsidR="001C7E63" w:rsidRPr="00765399" w:rsidRDefault="4C799C6F" w:rsidP="52C0B1E4">
            <w:pPr>
              <w:pStyle w:val="Punktygwne"/>
              <w:numPr>
                <w:ilvl w:val="0"/>
                <w:numId w:val="1"/>
              </w:numPr>
              <w:spacing w:before="0" w:after="0"/>
              <w:ind w:left="360"/>
              <w:jc w:val="both"/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</w:pPr>
            <w:r w:rsidRPr="00765399">
              <w:rPr>
                <w:rFonts w:ascii="Corbel" w:hAnsi="Corbel"/>
                <w:b w:val="0"/>
                <w:smallCaps w:val="0"/>
                <w:color w:val="000000" w:themeColor="text1"/>
              </w:rPr>
              <w:t>Cicha A., Zasiewska K., Rachunkowość dla samodzielnych księgowych – ujęcie praktyczne, Stowarzyszenie Księgowych w Polsce, Warszawa 2018.</w:t>
            </w:r>
          </w:p>
          <w:p w14:paraId="0C7EAD42" w14:textId="065BF9F4" w:rsidR="001C7E63" w:rsidRPr="00765399" w:rsidRDefault="4C799C6F" w:rsidP="52C0B1E4">
            <w:pPr>
              <w:pStyle w:val="Punktygwne"/>
              <w:numPr>
                <w:ilvl w:val="0"/>
                <w:numId w:val="1"/>
              </w:numPr>
              <w:spacing w:before="0" w:after="0"/>
              <w:ind w:left="360"/>
              <w:jc w:val="both"/>
              <w:rPr>
                <w:b w:val="0"/>
                <w:color w:val="000000" w:themeColor="text1"/>
                <w:szCs w:val="24"/>
              </w:rPr>
            </w:pPr>
            <w:r w:rsidRPr="00765399">
              <w:rPr>
                <w:rFonts w:ascii="Corbel" w:hAnsi="Corbel"/>
                <w:b w:val="0"/>
                <w:smallCaps w:val="0"/>
                <w:color w:val="000000" w:themeColor="text1"/>
              </w:rPr>
              <w:t>Cicha A., Zasiewska K., Zbiór zadań z rachunkowości dla samodzielnych księgowych – ujęcie praktyczne, Stowarzyszenie Księgowych w Polsce, Warszawa 2018.</w:t>
            </w:r>
          </w:p>
        </w:tc>
      </w:tr>
    </w:tbl>
    <w:p w14:paraId="32F1FA93" w14:textId="77777777" w:rsidR="0085747A" w:rsidRPr="00CA2C2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26AF59" w14:textId="77777777" w:rsidR="0085747A" w:rsidRPr="00CA2C2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21A9EB" w14:textId="77777777" w:rsidR="0085747A" w:rsidRPr="00CA2C2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A2C2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A2C2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720C78" w14:textId="77777777" w:rsidR="00B92363" w:rsidRDefault="00B92363" w:rsidP="00C16ABF">
      <w:pPr>
        <w:spacing w:after="0" w:line="240" w:lineRule="auto"/>
      </w:pPr>
      <w:r>
        <w:separator/>
      </w:r>
    </w:p>
  </w:endnote>
  <w:endnote w:type="continuationSeparator" w:id="0">
    <w:p w14:paraId="7F1F20EB" w14:textId="77777777" w:rsidR="00B92363" w:rsidRDefault="00B9236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66F5DF" w14:textId="77777777" w:rsidR="00B92363" w:rsidRDefault="00B92363" w:rsidP="00C16ABF">
      <w:pPr>
        <w:spacing w:after="0" w:line="240" w:lineRule="auto"/>
      </w:pPr>
      <w:r>
        <w:separator/>
      </w:r>
    </w:p>
  </w:footnote>
  <w:footnote w:type="continuationSeparator" w:id="0">
    <w:p w14:paraId="5B391FF9" w14:textId="77777777" w:rsidR="00B92363" w:rsidRDefault="00B92363" w:rsidP="00C16ABF">
      <w:pPr>
        <w:spacing w:after="0" w:line="240" w:lineRule="auto"/>
      </w:pPr>
      <w:r>
        <w:continuationSeparator/>
      </w:r>
    </w:p>
  </w:footnote>
  <w:footnote w:id="1">
    <w:p w14:paraId="1946F0D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AD3565"/>
    <w:multiLevelType w:val="hybridMultilevel"/>
    <w:tmpl w:val="3E1E7F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BF540F"/>
    <w:multiLevelType w:val="hybridMultilevel"/>
    <w:tmpl w:val="67F23170"/>
    <w:lvl w:ilvl="0" w:tplc="DC50661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AA4714"/>
    <w:multiLevelType w:val="hybridMultilevel"/>
    <w:tmpl w:val="18D27E20"/>
    <w:lvl w:ilvl="0" w:tplc="9662B46C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1FF8C434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 w:tplc="B61E1658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 w:tplc="AEA8EDEC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 w:tplc="2026C4A2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 w:tplc="0B96F594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 w:tplc="F5FE9E38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 w:tplc="6F50CF70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 w:tplc="74241642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4" w15:restartNumberingAfterBreak="0">
    <w:nsid w:val="5E1A513D"/>
    <w:multiLevelType w:val="hybridMultilevel"/>
    <w:tmpl w:val="8D849350"/>
    <w:lvl w:ilvl="0" w:tplc="075A5132">
      <w:start w:val="1"/>
      <w:numFmt w:val="decimal"/>
      <w:lvlText w:val="%1."/>
      <w:lvlJc w:val="left"/>
      <w:pPr>
        <w:ind w:left="720" w:hanging="360"/>
      </w:pPr>
    </w:lvl>
    <w:lvl w:ilvl="1" w:tplc="7AB4D44C">
      <w:start w:val="1"/>
      <w:numFmt w:val="lowerLetter"/>
      <w:lvlText w:val="%2."/>
      <w:lvlJc w:val="left"/>
      <w:pPr>
        <w:ind w:left="1440" w:hanging="360"/>
      </w:pPr>
    </w:lvl>
    <w:lvl w:ilvl="2" w:tplc="283CE5E2">
      <w:start w:val="1"/>
      <w:numFmt w:val="lowerRoman"/>
      <w:lvlText w:val="%3."/>
      <w:lvlJc w:val="right"/>
      <w:pPr>
        <w:ind w:left="2160" w:hanging="180"/>
      </w:pPr>
    </w:lvl>
    <w:lvl w:ilvl="3" w:tplc="9566E7E0">
      <w:start w:val="1"/>
      <w:numFmt w:val="decimal"/>
      <w:lvlText w:val="%4."/>
      <w:lvlJc w:val="left"/>
      <w:pPr>
        <w:ind w:left="2880" w:hanging="360"/>
      </w:pPr>
    </w:lvl>
    <w:lvl w:ilvl="4" w:tplc="1E7AA182">
      <w:start w:val="1"/>
      <w:numFmt w:val="lowerLetter"/>
      <w:lvlText w:val="%5."/>
      <w:lvlJc w:val="left"/>
      <w:pPr>
        <w:ind w:left="3600" w:hanging="360"/>
      </w:pPr>
    </w:lvl>
    <w:lvl w:ilvl="5" w:tplc="778A8B48">
      <w:start w:val="1"/>
      <w:numFmt w:val="lowerRoman"/>
      <w:lvlText w:val="%6."/>
      <w:lvlJc w:val="right"/>
      <w:pPr>
        <w:ind w:left="4320" w:hanging="180"/>
      </w:pPr>
    </w:lvl>
    <w:lvl w:ilvl="6" w:tplc="F2B812DC">
      <w:start w:val="1"/>
      <w:numFmt w:val="decimal"/>
      <w:lvlText w:val="%7."/>
      <w:lvlJc w:val="left"/>
      <w:pPr>
        <w:ind w:left="5040" w:hanging="360"/>
      </w:pPr>
    </w:lvl>
    <w:lvl w:ilvl="7" w:tplc="D284B906">
      <w:start w:val="1"/>
      <w:numFmt w:val="lowerLetter"/>
      <w:lvlText w:val="%8."/>
      <w:lvlJc w:val="left"/>
      <w:pPr>
        <w:ind w:left="5760" w:hanging="360"/>
      </w:pPr>
    </w:lvl>
    <w:lvl w:ilvl="8" w:tplc="AEFA41E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981239"/>
    <w:multiLevelType w:val="hybridMultilevel"/>
    <w:tmpl w:val="B198C078"/>
    <w:lvl w:ilvl="0" w:tplc="369A1E8E">
      <w:start w:val="1"/>
      <w:numFmt w:val="decimal"/>
      <w:lvlText w:val="%1."/>
      <w:lvlJc w:val="left"/>
      <w:pPr>
        <w:ind w:left="360" w:hanging="360"/>
      </w:pPr>
    </w:lvl>
    <w:lvl w:ilvl="1" w:tplc="B8AE725C">
      <w:start w:val="1"/>
      <w:numFmt w:val="lowerLetter"/>
      <w:lvlText w:val="%2."/>
      <w:lvlJc w:val="left"/>
      <w:pPr>
        <w:ind w:left="1080" w:hanging="360"/>
      </w:pPr>
    </w:lvl>
    <w:lvl w:ilvl="2" w:tplc="D7BA7FF0">
      <w:start w:val="1"/>
      <w:numFmt w:val="lowerRoman"/>
      <w:lvlText w:val="%3."/>
      <w:lvlJc w:val="right"/>
      <w:pPr>
        <w:ind w:left="1800" w:hanging="180"/>
      </w:pPr>
    </w:lvl>
    <w:lvl w:ilvl="3" w:tplc="BEBCCC8A">
      <w:start w:val="1"/>
      <w:numFmt w:val="decimal"/>
      <w:lvlText w:val="%4."/>
      <w:lvlJc w:val="left"/>
      <w:pPr>
        <w:ind w:left="2520" w:hanging="360"/>
      </w:pPr>
    </w:lvl>
    <w:lvl w:ilvl="4" w:tplc="4A366A76">
      <w:start w:val="1"/>
      <w:numFmt w:val="lowerLetter"/>
      <w:lvlText w:val="%5."/>
      <w:lvlJc w:val="left"/>
      <w:pPr>
        <w:ind w:left="3240" w:hanging="360"/>
      </w:pPr>
    </w:lvl>
    <w:lvl w:ilvl="5" w:tplc="945C2030">
      <w:start w:val="1"/>
      <w:numFmt w:val="lowerRoman"/>
      <w:lvlText w:val="%6."/>
      <w:lvlJc w:val="right"/>
      <w:pPr>
        <w:ind w:left="3960" w:hanging="180"/>
      </w:pPr>
    </w:lvl>
    <w:lvl w:ilvl="6" w:tplc="53E86D4A">
      <w:start w:val="1"/>
      <w:numFmt w:val="decimal"/>
      <w:lvlText w:val="%7."/>
      <w:lvlJc w:val="left"/>
      <w:pPr>
        <w:ind w:left="4680" w:hanging="360"/>
      </w:pPr>
    </w:lvl>
    <w:lvl w:ilvl="7" w:tplc="104224DE">
      <w:start w:val="1"/>
      <w:numFmt w:val="lowerLetter"/>
      <w:lvlText w:val="%8."/>
      <w:lvlJc w:val="left"/>
      <w:pPr>
        <w:ind w:left="5400" w:hanging="360"/>
      </w:pPr>
    </w:lvl>
    <w:lvl w:ilvl="8" w:tplc="D610CE6E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FDA2328"/>
    <w:multiLevelType w:val="hybridMultilevel"/>
    <w:tmpl w:val="3E1E7F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018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4A3F"/>
    <w:rsid w:val="001A70D2"/>
    <w:rsid w:val="001C7E63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6DA0"/>
    <w:rsid w:val="0024028F"/>
    <w:rsid w:val="00244ABC"/>
    <w:rsid w:val="00281FF2"/>
    <w:rsid w:val="002857DE"/>
    <w:rsid w:val="00291567"/>
    <w:rsid w:val="002A22BF"/>
    <w:rsid w:val="002A2389"/>
    <w:rsid w:val="002A671D"/>
    <w:rsid w:val="002B39BB"/>
    <w:rsid w:val="002B4D55"/>
    <w:rsid w:val="002B5EA0"/>
    <w:rsid w:val="002B6119"/>
    <w:rsid w:val="002C1F06"/>
    <w:rsid w:val="002C59D1"/>
    <w:rsid w:val="002D3375"/>
    <w:rsid w:val="002D73D4"/>
    <w:rsid w:val="002F02A3"/>
    <w:rsid w:val="002F4ABE"/>
    <w:rsid w:val="003018BA"/>
    <w:rsid w:val="003035BC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3F797A"/>
    <w:rsid w:val="004109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0422"/>
    <w:rsid w:val="004B4485"/>
    <w:rsid w:val="004D5282"/>
    <w:rsid w:val="004D6DA2"/>
    <w:rsid w:val="004F1551"/>
    <w:rsid w:val="004F55A3"/>
    <w:rsid w:val="0050496F"/>
    <w:rsid w:val="00505B47"/>
    <w:rsid w:val="00513B6F"/>
    <w:rsid w:val="00517C63"/>
    <w:rsid w:val="005363C4"/>
    <w:rsid w:val="00536BDE"/>
    <w:rsid w:val="00543ACC"/>
    <w:rsid w:val="00554692"/>
    <w:rsid w:val="0056696D"/>
    <w:rsid w:val="0059484D"/>
    <w:rsid w:val="005A0855"/>
    <w:rsid w:val="005A133C"/>
    <w:rsid w:val="005A3196"/>
    <w:rsid w:val="005C080F"/>
    <w:rsid w:val="005C55E5"/>
    <w:rsid w:val="005C696A"/>
    <w:rsid w:val="005E5212"/>
    <w:rsid w:val="005E6E85"/>
    <w:rsid w:val="005F31D2"/>
    <w:rsid w:val="0061029B"/>
    <w:rsid w:val="00617230"/>
    <w:rsid w:val="00621CE1"/>
    <w:rsid w:val="00622C6A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EC8"/>
    <w:rsid w:val="00763BF1"/>
    <w:rsid w:val="00765399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249B"/>
    <w:rsid w:val="007D6E56"/>
    <w:rsid w:val="007F4155"/>
    <w:rsid w:val="0081554D"/>
    <w:rsid w:val="0081707E"/>
    <w:rsid w:val="00830948"/>
    <w:rsid w:val="008449B3"/>
    <w:rsid w:val="008552A2"/>
    <w:rsid w:val="0085747A"/>
    <w:rsid w:val="00872063"/>
    <w:rsid w:val="00884922"/>
    <w:rsid w:val="00885F64"/>
    <w:rsid w:val="008917F9"/>
    <w:rsid w:val="008A45F7"/>
    <w:rsid w:val="008C0CC0"/>
    <w:rsid w:val="008C19A9"/>
    <w:rsid w:val="008C28AD"/>
    <w:rsid w:val="008C379D"/>
    <w:rsid w:val="008C5147"/>
    <w:rsid w:val="008C5359"/>
    <w:rsid w:val="008C5363"/>
    <w:rsid w:val="008D3DFB"/>
    <w:rsid w:val="008E1734"/>
    <w:rsid w:val="008E64F4"/>
    <w:rsid w:val="008F12C9"/>
    <w:rsid w:val="008F6E29"/>
    <w:rsid w:val="00916188"/>
    <w:rsid w:val="00923D7D"/>
    <w:rsid w:val="009508DF"/>
    <w:rsid w:val="00950DAC"/>
    <w:rsid w:val="00954A07"/>
    <w:rsid w:val="009757F8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2E1A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6632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363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D51"/>
    <w:rsid w:val="00C766DF"/>
    <w:rsid w:val="00C94B98"/>
    <w:rsid w:val="00CA2B96"/>
    <w:rsid w:val="00CA2C2D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589D"/>
    <w:rsid w:val="00DA2114"/>
    <w:rsid w:val="00DA6057"/>
    <w:rsid w:val="00DC6D0C"/>
    <w:rsid w:val="00DE09C0"/>
    <w:rsid w:val="00DE4A14"/>
    <w:rsid w:val="00DE7C98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1D0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7AE6128"/>
    <w:rsid w:val="12726018"/>
    <w:rsid w:val="15032FD9"/>
    <w:rsid w:val="32FA87A3"/>
    <w:rsid w:val="34EFD0A2"/>
    <w:rsid w:val="38D76C58"/>
    <w:rsid w:val="3DAADD7B"/>
    <w:rsid w:val="4C799C6F"/>
    <w:rsid w:val="516EE131"/>
    <w:rsid w:val="52C0B1E4"/>
    <w:rsid w:val="5A797201"/>
    <w:rsid w:val="5D41265E"/>
    <w:rsid w:val="5D734B4F"/>
    <w:rsid w:val="5EF587A4"/>
    <w:rsid w:val="614152F9"/>
    <w:rsid w:val="669C23A7"/>
    <w:rsid w:val="75B66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C6520"/>
  <w15:docId w15:val="{3823BC7F-7977-4130-9361-EFF1411DD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D24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D249B"/>
  </w:style>
  <w:style w:type="character" w:customStyle="1" w:styleId="spellingerror">
    <w:name w:val="spellingerror"/>
    <w:basedOn w:val="Domylnaczcionkaakapitu"/>
    <w:rsid w:val="007D249B"/>
  </w:style>
  <w:style w:type="character" w:customStyle="1" w:styleId="eop">
    <w:name w:val="eop"/>
    <w:basedOn w:val="Domylnaczcionkaakapitu"/>
    <w:rsid w:val="007D24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B385E5-485E-4B02-8402-093E300B41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A205E0-153E-449E-9380-89934E3EA7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694695-57A8-4ABD-826A-476F3DA8868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C151401-AFC3-43D4-A05D-626A84A3DC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964</Words>
  <Characters>5784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21</cp:revision>
  <cp:lastPrinted>2020-10-22T10:41:00Z</cp:lastPrinted>
  <dcterms:created xsi:type="dcterms:W3CDTF">2020-10-23T07:00:00Z</dcterms:created>
  <dcterms:modified xsi:type="dcterms:W3CDTF">2020-12-09T08:22:00Z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